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C0E21" w14:textId="389AFDFF" w:rsidR="00295322" w:rsidRPr="00710D20" w:rsidRDefault="00F60475" w:rsidP="00484AA9">
      <w:pPr>
        <w:tabs>
          <w:tab w:val="left" w:pos="720"/>
          <w:tab w:val="center" w:pos="4819"/>
          <w:tab w:val="right" w:pos="9638"/>
        </w:tabs>
        <w:spacing w:after="0"/>
        <w:jc w:val="center"/>
        <w:rPr>
          <w:rFonts w:asciiTheme="minorHAnsi" w:hAnsiTheme="minorHAnsi"/>
          <w:b/>
          <w:sz w:val="28"/>
          <w:szCs w:val="28"/>
          <w:u w:val="single"/>
        </w:rPr>
      </w:pPr>
      <w:r w:rsidRPr="00710D20">
        <w:rPr>
          <w:rFonts w:asciiTheme="minorHAnsi" w:hAnsiTheme="minorHAnsi"/>
          <w:b/>
          <w:sz w:val="32"/>
          <w:szCs w:val="32"/>
          <w:u w:val="single"/>
        </w:rPr>
        <w:t>“</w:t>
      </w:r>
      <w:r w:rsidRPr="00710D20">
        <w:rPr>
          <w:rFonts w:asciiTheme="minorHAnsi" w:hAnsiTheme="minorHAnsi"/>
          <w:b/>
          <w:sz w:val="28"/>
          <w:szCs w:val="28"/>
          <w:u w:val="single"/>
        </w:rPr>
        <w:t>TUTTI IN CAMPO</w:t>
      </w:r>
      <w:r w:rsidR="002875DB" w:rsidRPr="00710D20">
        <w:rPr>
          <w:rFonts w:asciiTheme="minorHAnsi" w:hAnsiTheme="minorHAnsi"/>
          <w:b/>
          <w:sz w:val="28"/>
          <w:szCs w:val="28"/>
          <w:u w:val="single"/>
        </w:rPr>
        <w:t xml:space="preserve"> </w:t>
      </w:r>
      <w:r w:rsidR="00AC4ED9" w:rsidRPr="00710D20">
        <w:rPr>
          <w:rFonts w:asciiTheme="minorHAnsi" w:hAnsiTheme="minorHAnsi"/>
          <w:b/>
          <w:sz w:val="28"/>
          <w:szCs w:val="28"/>
          <w:u w:val="single"/>
        </w:rPr>
        <w:t>–</w:t>
      </w:r>
      <w:r w:rsidR="002875DB" w:rsidRPr="00710D20">
        <w:rPr>
          <w:rFonts w:asciiTheme="minorHAnsi" w:hAnsiTheme="minorHAnsi"/>
          <w:b/>
          <w:sz w:val="28"/>
          <w:szCs w:val="28"/>
          <w:u w:val="single"/>
        </w:rPr>
        <w:t xml:space="preserve"> </w:t>
      </w:r>
      <w:r w:rsidR="00AC4ED9" w:rsidRPr="00710D20">
        <w:rPr>
          <w:rFonts w:asciiTheme="minorHAnsi" w:hAnsiTheme="minorHAnsi"/>
          <w:b/>
          <w:sz w:val="28"/>
          <w:szCs w:val="28"/>
          <w:u w:val="single"/>
        </w:rPr>
        <w:t xml:space="preserve">Corri Salta Lancia – </w:t>
      </w:r>
      <w:proofErr w:type="spellStart"/>
      <w:r w:rsidR="00AC4ED9" w:rsidRPr="00710D20">
        <w:rPr>
          <w:rFonts w:asciiTheme="minorHAnsi" w:hAnsiTheme="minorHAnsi"/>
          <w:b/>
          <w:sz w:val="28"/>
          <w:szCs w:val="28"/>
          <w:u w:val="single"/>
        </w:rPr>
        <w:t>Every</w:t>
      </w:r>
      <w:proofErr w:type="spellEnd"/>
      <w:r w:rsidR="00AC4ED9" w:rsidRPr="00710D20">
        <w:rPr>
          <w:rFonts w:asciiTheme="minorHAnsi" w:hAnsiTheme="minorHAnsi"/>
          <w:b/>
          <w:sz w:val="28"/>
          <w:szCs w:val="28"/>
          <w:u w:val="single"/>
        </w:rPr>
        <w:t xml:space="preserve"> </w:t>
      </w:r>
      <w:proofErr w:type="spellStart"/>
      <w:r w:rsidR="00AC4ED9" w:rsidRPr="00710D20">
        <w:rPr>
          <w:rFonts w:asciiTheme="minorHAnsi" w:hAnsiTheme="minorHAnsi"/>
          <w:b/>
          <w:sz w:val="28"/>
          <w:szCs w:val="28"/>
          <w:u w:val="single"/>
        </w:rPr>
        <w:t>result</w:t>
      </w:r>
      <w:proofErr w:type="spellEnd"/>
      <w:r w:rsidR="00AC4ED9" w:rsidRPr="00710D20">
        <w:rPr>
          <w:rFonts w:asciiTheme="minorHAnsi" w:hAnsiTheme="minorHAnsi"/>
          <w:b/>
          <w:sz w:val="28"/>
          <w:szCs w:val="28"/>
          <w:u w:val="single"/>
        </w:rPr>
        <w:t xml:space="preserve"> </w:t>
      </w:r>
      <w:proofErr w:type="spellStart"/>
      <w:r w:rsidR="00AC4ED9" w:rsidRPr="00710D20">
        <w:rPr>
          <w:rFonts w:asciiTheme="minorHAnsi" w:hAnsiTheme="minorHAnsi"/>
          <w:b/>
          <w:sz w:val="28"/>
          <w:szCs w:val="28"/>
          <w:u w:val="single"/>
        </w:rPr>
        <w:t>counts</w:t>
      </w:r>
      <w:proofErr w:type="spellEnd"/>
      <w:r w:rsidR="00710D20">
        <w:rPr>
          <w:rFonts w:asciiTheme="minorHAnsi" w:hAnsiTheme="minorHAnsi"/>
          <w:b/>
          <w:sz w:val="28"/>
          <w:szCs w:val="28"/>
          <w:u w:val="single"/>
        </w:rPr>
        <w:t>”</w:t>
      </w:r>
    </w:p>
    <w:p w14:paraId="17A8A1AB" w14:textId="6BDE41F2" w:rsidR="009E7287" w:rsidRDefault="00DA3B08" w:rsidP="009E7287">
      <w:pPr>
        <w:spacing w:after="0"/>
        <w:jc w:val="center"/>
        <w:rPr>
          <w:rFonts w:asciiTheme="minorHAnsi" w:hAnsiTheme="minorHAnsi" w:cs="Tahoma"/>
          <w:b/>
          <w:bCs/>
          <w:sz w:val="32"/>
          <w:szCs w:val="32"/>
        </w:rPr>
      </w:pPr>
      <w:r w:rsidRPr="00710D20">
        <w:rPr>
          <w:rFonts w:asciiTheme="minorHAnsi" w:hAnsiTheme="minorHAnsi" w:cs="Tahoma"/>
          <w:b/>
          <w:bCs/>
          <w:sz w:val="32"/>
          <w:szCs w:val="32"/>
        </w:rPr>
        <w:t>MODELLO ISCRIZIONE FASE TERRITORIALE</w:t>
      </w:r>
      <w:r w:rsidR="00F77293">
        <w:rPr>
          <w:rFonts w:asciiTheme="minorHAnsi" w:hAnsiTheme="minorHAnsi" w:cs="Tahoma"/>
          <w:b/>
          <w:bCs/>
          <w:sz w:val="32"/>
          <w:szCs w:val="32"/>
        </w:rPr>
        <w:t xml:space="preserve"> -</w:t>
      </w:r>
      <w:r w:rsidR="009E7287">
        <w:rPr>
          <w:rFonts w:asciiTheme="minorHAnsi" w:hAnsiTheme="minorHAnsi" w:cs="Tahoma"/>
          <w:b/>
          <w:bCs/>
          <w:sz w:val="32"/>
          <w:szCs w:val="32"/>
        </w:rPr>
        <w:t xml:space="preserve"> </w:t>
      </w:r>
      <w:r w:rsidR="00710D20" w:rsidRPr="00710D20">
        <w:rPr>
          <w:rFonts w:asciiTheme="minorHAnsi" w:hAnsiTheme="minorHAnsi" w:cs="Tahoma"/>
          <w:b/>
          <w:bCs/>
          <w:sz w:val="32"/>
          <w:szCs w:val="32"/>
        </w:rPr>
        <w:t>MACERATA</w:t>
      </w:r>
      <w:r w:rsidR="00443DBE" w:rsidRPr="00710D20">
        <w:rPr>
          <w:rFonts w:asciiTheme="minorHAnsi" w:hAnsiTheme="minorHAnsi" w:cs="Tahoma"/>
          <w:b/>
          <w:bCs/>
          <w:sz w:val="32"/>
          <w:szCs w:val="32"/>
        </w:rPr>
        <w:t xml:space="preserve"> </w:t>
      </w:r>
    </w:p>
    <w:p w14:paraId="5C4F6465" w14:textId="4FD74C9A" w:rsidR="00443DBE" w:rsidRPr="00710D20" w:rsidRDefault="009E7287" w:rsidP="009E7287">
      <w:pPr>
        <w:spacing w:after="0"/>
        <w:jc w:val="center"/>
        <w:rPr>
          <w:rFonts w:asciiTheme="minorHAnsi" w:hAnsiTheme="minorHAnsi" w:cs="Tahoma"/>
          <w:b/>
          <w:bCs/>
          <w:sz w:val="32"/>
          <w:szCs w:val="32"/>
        </w:rPr>
      </w:pPr>
      <w:r w:rsidRPr="00710D20">
        <w:rPr>
          <w:rFonts w:asciiTheme="minorHAnsi" w:hAnsiTheme="minorHAnsi" w:cs="Tahoma"/>
          <w:b/>
          <w:bCs/>
          <w:sz w:val="32"/>
          <w:szCs w:val="32"/>
        </w:rPr>
        <w:t xml:space="preserve">1° grado </w:t>
      </w:r>
      <w:r>
        <w:rPr>
          <w:rFonts w:asciiTheme="minorHAnsi" w:hAnsiTheme="minorHAnsi" w:cs="Tahoma"/>
          <w:b/>
          <w:bCs/>
          <w:sz w:val="32"/>
          <w:szCs w:val="32"/>
        </w:rPr>
        <w:t xml:space="preserve">- </w:t>
      </w:r>
      <w:r w:rsidR="00710D20" w:rsidRPr="00710D20">
        <w:rPr>
          <w:rFonts w:asciiTheme="minorHAnsi" w:hAnsiTheme="minorHAnsi" w:cs="Tahoma"/>
          <w:b/>
          <w:bCs/>
          <w:sz w:val="32"/>
          <w:szCs w:val="32"/>
        </w:rPr>
        <w:t>21 Aprile</w:t>
      </w:r>
      <w:r w:rsidR="00443DBE" w:rsidRPr="00710D20">
        <w:rPr>
          <w:rFonts w:asciiTheme="minorHAnsi" w:hAnsiTheme="minorHAnsi" w:cs="Tahoma"/>
          <w:b/>
          <w:bCs/>
          <w:sz w:val="32"/>
          <w:szCs w:val="32"/>
        </w:rPr>
        <w:t xml:space="preserve"> 2022</w:t>
      </w:r>
      <w:r w:rsidR="00710D20" w:rsidRPr="00710D20">
        <w:rPr>
          <w:rFonts w:asciiTheme="minorHAnsi" w:hAnsiTheme="minorHAnsi" w:cs="Tahoma"/>
          <w:b/>
          <w:bCs/>
          <w:sz w:val="32"/>
          <w:szCs w:val="32"/>
        </w:rPr>
        <w:t xml:space="preserve">, </w:t>
      </w:r>
      <w:r w:rsidRPr="00710D20">
        <w:rPr>
          <w:rFonts w:asciiTheme="minorHAnsi" w:hAnsiTheme="minorHAnsi" w:cs="Tahoma"/>
          <w:b/>
          <w:bCs/>
          <w:sz w:val="32"/>
          <w:szCs w:val="32"/>
        </w:rPr>
        <w:t>2° grado</w:t>
      </w:r>
      <w:r>
        <w:rPr>
          <w:rFonts w:asciiTheme="minorHAnsi" w:hAnsiTheme="minorHAnsi" w:cs="Tahoma"/>
          <w:b/>
          <w:bCs/>
          <w:sz w:val="32"/>
          <w:szCs w:val="32"/>
        </w:rPr>
        <w:t xml:space="preserve"> - </w:t>
      </w:r>
      <w:r w:rsidR="00710D20" w:rsidRPr="00710D20">
        <w:rPr>
          <w:rFonts w:asciiTheme="minorHAnsi" w:hAnsiTheme="minorHAnsi" w:cs="Tahoma"/>
          <w:b/>
          <w:bCs/>
          <w:sz w:val="32"/>
          <w:szCs w:val="32"/>
        </w:rPr>
        <w:t>22 Aprile</w:t>
      </w:r>
      <w:r w:rsidR="00443DBE" w:rsidRPr="00710D20">
        <w:rPr>
          <w:rFonts w:asciiTheme="minorHAnsi" w:hAnsiTheme="minorHAnsi" w:cs="Tahoma"/>
          <w:b/>
          <w:bCs/>
          <w:sz w:val="32"/>
          <w:szCs w:val="32"/>
        </w:rPr>
        <w:t xml:space="preserve"> 2022</w:t>
      </w:r>
    </w:p>
    <w:p w14:paraId="2785F11C" w14:textId="3DD4DF43" w:rsidR="00710D20" w:rsidRPr="00710D20" w:rsidRDefault="00710D20" w:rsidP="00484AA9">
      <w:pPr>
        <w:spacing w:after="0"/>
        <w:jc w:val="center"/>
        <w:rPr>
          <w:rFonts w:asciiTheme="minorHAnsi" w:hAnsiTheme="minorHAnsi" w:cs="Tahoma"/>
          <w:sz w:val="24"/>
          <w:szCs w:val="24"/>
        </w:rPr>
      </w:pPr>
      <w:r w:rsidRPr="00710D20">
        <w:rPr>
          <w:rFonts w:asciiTheme="minorHAnsi" w:hAnsiTheme="minorHAnsi" w:cs="Tahoma"/>
          <w:sz w:val="24"/>
          <w:szCs w:val="24"/>
        </w:rPr>
        <w:t>(in caso di maltempo</w:t>
      </w:r>
      <w:r w:rsidR="009E7287">
        <w:rPr>
          <w:rFonts w:asciiTheme="minorHAnsi" w:hAnsiTheme="minorHAnsi" w:cs="Tahoma"/>
          <w:sz w:val="24"/>
          <w:szCs w:val="24"/>
        </w:rPr>
        <w:t>:</w:t>
      </w:r>
      <w:r w:rsidRPr="00710D20">
        <w:rPr>
          <w:rFonts w:asciiTheme="minorHAnsi" w:hAnsiTheme="minorHAnsi" w:cs="Tahoma"/>
          <w:sz w:val="24"/>
          <w:szCs w:val="24"/>
        </w:rPr>
        <w:t xml:space="preserve"> </w:t>
      </w:r>
      <w:r w:rsidR="009E7287" w:rsidRPr="00710D20">
        <w:rPr>
          <w:rFonts w:asciiTheme="minorHAnsi" w:hAnsiTheme="minorHAnsi" w:cs="Tahoma"/>
          <w:sz w:val="24"/>
          <w:szCs w:val="24"/>
        </w:rPr>
        <w:t xml:space="preserve">1° Grado </w:t>
      </w:r>
      <w:r w:rsidR="009E7287">
        <w:rPr>
          <w:rFonts w:asciiTheme="minorHAnsi" w:hAnsiTheme="minorHAnsi" w:cs="Tahoma"/>
          <w:sz w:val="24"/>
          <w:szCs w:val="24"/>
        </w:rPr>
        <w:t>-</w:t>
      </w:r>
      <w:r w:rsidRPr="00710D20">
        <w:rPr>
          <w:rFonts w:asciiTheme="minorHAnsi" w:hAnsiTheme="minorHAnsi" w:cs="Tahoma"/>
          <w:sz w:val="24"/>
          <w:szCs w:val="24"/>
        </w:rPr>
        <w:t xml:space="preserve">28 Aprile, </w:t>
      </w:r>
      <w:r w:rsidR="009E7287" w:rsidRPr="00710D20">
        <w:rPr>
          <w:rFonts w:asciiTheme="minorHAnsi" w:hAnsiTheme="minorHAnsi" w:cs="Tahoma"/>
          <w:sz w:val="24"/>
          <w:szCs w:val="24"/>
        </w:rPr>
        <w:t xml:space="preserve">2° Grado </w:t>
      </w:r>
      <w:r w:rsidR="009E7287">
        <w:rPr>
          <w:rFonts w:asciiTheme="minorHAnsi" w:hAnsiTheme="minorHAnsi" w:cs="Tahoma"/>
          <w:sz w:val="24"/>
          <w:szCs w:val="24"/>
        </w:rPr>
        <w:t xml:space="preserve">- </w:t>
      </w:r>
      <w:r w:rsidRPr="00710D20">
        <w:rPr>
          <w:rFonts w:asciiTheme="minorHAnsi" w:hAnsiTheme="minorHAnsi" w:cs="Tahoma"/>
          <w:sz w:val="24"/>
          <w:szCs w:val="24"/>
        </w:rPr>
        <w:t>29 Aprile)</w:t>
      </w:r>
    </w:p>
    <w:p w14:paraId="0BDCEB1F" w14:textId="77777777" w:rsidR="00484AA9" w:rsidRDefault="00484AA9" w:rsidP="009C7020">
      <w:pPr>
        <w:spacing w:after="0" w:line="240" w:lineRule="auto"/>
        <w:rPr>
          <w:rFonts w:asciiTheme="minorHAnsi" w:hAnsiTheme="minorHAnsi" w:cs="Tahoma"/>
          <w:szCs w:val="24"/>
        </w:rPr>
      </w:pPr>
    </w:p>
    <w:p w14:paraId="1BCF480C" w14:textId="70B5AA0F" w:rsidR="009C7020" w:rsidRDefault="00205383" w:rsidP="009C7020">
      <w:pPr>
        <w:spacing w:after="0" w:line="240" w:lineRule="auto"/>
        <w:rPr>
          <w:rStyle w:val="Collegamentoipertestuale"/>
          <w:rFonts w:asciiTheme="minorHAnsi" w:hAnsiTheme="minorHAnsi" w:cs="Tahoma"/>
          <w:szCs w:val="24"/>
        </w:rPr>
      </w:pPr>
      <w:r w:rsidRPr="00A634D4">
        <w:rPr>
          <w:rFonts w:asciiTheme="minorHAnsi" w:hAnsiTheme="minorHAnsi" w:cs="Tahoma"/>
          <w:szCs w:val="24"/>
        </w:rPr>
        <w:t xml:space="preserve">Inviare </w:t>
      </w:r>
      <w:r w:rsidRPr="00952039">
        <w:rPr>
          <w:rFonts w:asciiTheme="minorHAnsi" w:hAnsiTheme="minorHAnsi" w:cs="Tahoma"/>
          <w:b/>
          <w:bCs/>
          <w:color w:val="FF0000"/>
          <w:szCs w:val="24"/>
          <w:u w:val="single"/>
        </w:rPr>
        <w:t xml:space="preserve">entro il </w:t>
      </w:r>
      <w:r w:rsidR="00710D20" w:rsidRPr="00952039">
        <w:rPr>
          <w:rFonts w:asciiTheme="minorHAnsi" w:hAnsiTheme="minorHAnsi" w:cs="Tahoma"/>
          <w:b/>
          <w:bCs/>
          <w:color w:val="FF0000"/>
          <w:szCs w:val="24"/>
          <w:u w:val="single"/>
        </w:rPr>
        <w:t xml:space="preserve">01 Aprile </w:t>
      </w:r>
      <w:r w:rsidR="00D25A68" w:rsidRPr="00952039">
        <w:rPr>
          <w:rFonts w:asciiTheme="minorHAnsi" w:hAnsiTheme="minorHAnsi" w:cs="Tahoma"/>
          <w:b/>
          <w:bCs/>
          <w:color w:val="FF0000"/>
          <w:szCs w:val="24"/>
          <w:u w:val="single"/>
        </w:rPr>
        <w:t>2022</w:t>
      </w:r>
      <w:r w:rsidRPr="00952039">
        <w:rPr>
          <w:rFonts w:asciiTheme="minorHAnsi" w:hAnsiTheme="minorHAnsi" w:cs="Tahoma"/>
          <w:color w:val="FF0000"/>
          <w:szCs w:val="24"/>
        </w:rPr>
        <w:t xml:space="preserve"> </w:t>
      </w:r>
      <w:r w:rsidRPr="00A634D4">
        <w:rPr>
          <w:rFonts w:asciiTheme="minorHAnsi" w:hAnsiTheme="minorHAnsi" w:cs="Tahoma"/>
          <w:szCs w:val="24"/>
        </w:rPr>
        <w:t xml:space="preserve">a </w:t>
      </w:r>
      <w:hyperlink r:id="rId11" w:history="1">
        <w:r w:rsidRPr="00A634D4">
          <w:rPr>
            <w:rStyle w:val="Collegamentoipertestuale"/>
            <w:rFonts w:asciiTheme="minorHAnsi" w:hAnsiTheme="minorHAnsi" w:cs="Tahoma"/>
            <w:szCs w:val="24"/>
          </w:rPr>
          <w:t>direzione-marche@istruzione.it</w:t>
        </w:r>
      </w:hyperlink>
      <w:r w:rsidR="009C7020" w:rsidRPr="009C7020">
        <w:rPr>
          <w:rStyle w:val="Collegamentoipertestuale"/>
          <w:rFonts w:asciiTheme="minorHAnsi" w:hAnsiTheme="minorHAnsi" w:cs="Tahoma"/>
          <w:szCs w:val="24"/>
          <w:u w:val="none"/>
        </w:rPr>
        <w:t xml:space="preserve"> </w:t>
      </w:r>
      <w:r w:rsidR="009C7020">
        <w:rPr>
          <w:rStyle w:val="Collegamentoipertestuale"/>
          <w:rFonts w:asciiTheme="minorHAnsi" w:hAnsiTheme="minorHAnsi" w:cs="Tahoma"/>
          <w:szCs w:val="24"/>
          <w:u w:val="none"/>
        </w:rPr>
        <w:t>;</w:t>
      </w:r>
      <w:r w:rsidR="009C7020" w:rsidRPr="009C7020">
        <w:rPr>
          <w:rStyle w:val="Collegamentoipertestuale"/>
          <w:rFonts w:asciiTheme="minorHAnsi" w:hAnsiTheme="minorHAnsi" w:cs="Tahoma"/>
          <w:szCs w:val="24"/>
          <w:u w:val="none"/>
        </w:rPr>
        <w:t xml:space="preserve">  </w:t>
      </w:r>
      <w:r w:rsidR="009C7020">
        <w:rPr>
          <w:rStyle w:val="Collegamentoipertestuale"/>
          <w:rFonts w:asciiTheme="minorHAnsi" w:hAnsiTheme="minorHAnsi" w:cs="Tahoma"/>
          <w:szCs w:val="24"/>
        </w:rPr>
        <w:t xml:space="preserve"> </w:t>
      </w:r>
      <w:hyperlink r:id="rId12" w:history="1">
        <w:r w:rsidR="00710D20" w:rsidRPr="009276EF">
          <w:rPr>
            <w:rStyle w:val="Collegamentoipertestuale"/>
            <w:rFonts w:asciiTheme="minorHAnsi" w:hAnsiTheme="minorHAnsi" w:cs="Tahoma"/>
            <w:szCs w:val="24"/>
          </w:rPr>
          <w:t>edfisicamarche.mc@istruzione.it</w:t>
        </w:r>
      </w:hyperlink>
      <w:r w:rsidR="009C7020">
        <w:rPr>
          <w:rStyle w:val="Collegamentoipertestuale"/>
          <w:rFonts w:asciiTheme="minorHAnsi" w:hAnsiTheme="minorHAnsi" w:cs="Tahoma"/>
          <w:szCs w:val="24"/>
        </w:rPr>
        <w:t xml:space="preserve"> </w:t>
      </w:r>
    </w:p>
    <w:p w14:paraId="19C65979" w14:textId="2A2E43A5" w:rsidR="007D3CE8" w:rsidRDefault="001D3169" w:rsidP="007D3CE8">
      <w:pPr>
        <w:tabs>
          <w:tab w:val="left" w:pos="720"/>
          <w:tab w:val="center" w:pos="4819"/>
          <w:tab w:val="right" w:pos="9638"/>
        </w:tabs>
        <w:spacing w:after="0"/>
        <w:jc w:val="center"/>
        <w:rPr>
          <w:rFonts w:asciiTheme="minorHAnsi" w:hAnsiTheme="minorHAnsi"/>
          <w:b/>
          <w:bCs/>
        </w:rPr>
      </w:pPr>
      <w:r w:rsidRPr="009C7020">
        <w:rPr>
          <w:rFonts w:asciiTheme="minorHAnsi" w:hAnsiTheme="minorHAnsi"/>
          <w:b/>
          <w:bCs/>
        </w:rPr>
        <w:t>è necessario anche compilare</w:t>
      </w:r>
      <w:r w:rsidR="00A36E63">
        <w:rPr>
          <w:rFonts w:asciiTheme="minorHAnsi" w:hAnsiTheme="minorHAnsi"/>
          <w:b/>
          <w:bCs/>
        </w:rPr>
        <w:t xml:space="preserve"> per ogni classe</w:t>
      </w:r>
      <w:r w:rsidR="00710D20">
        <w:rPr>
          <w:rFonts w:asciiTheme="minorHAnsi" w:hAnsiTheme="minorHAnsi"/>
          <w:b/>
          <w:bCs/>
        </w:rPr>
        <w:t xml:space="preserve"> </w:t>
      </w:r>
      <w:r w:rsidR="00A36E63">
        <w:rPr>
          <w:rFonts w:asciiTheme="minorHAnsi" w:hAnsiTheme="minorHAnsi"/>
          <w:b/>
          <w:bCs/>
        </w:rPr>
        <w:t>partecipante</w:t>
      </w:r>
      <w:r w:rsidRPr="009C7020">
        <w:rPr>
          <w:rFonts w:asciiTheme="minorHAnsi" w:hAnsiTheme="minorHAnsi"/>
          <w:b/>
          <w:bCs/>
        </w:rPr>
        <w:t xml:space="preserve"> il modulo disponibile al</w:t>
      </w:r>
      <w:r w:rsidR="000874D0">
        <w:rPr>
          <w:rFonts w:asciiTheme="minorHAnsi" w:hAnsiTheme="minorHAnsi"/>
          <w:b/>
          <w:bCs/>
        </w:rPr>
        <w:t xml:space="preserve"> link</w:t>
      </w:r>
      <w:r w:rsidR="00710D20">
        <w:rPr>
          <w:rFonts w:asciiTheme="minorHAnsi" w:hAnsiTheme="minorHAnsi"/>
          <w:b/>
          <w:bCs/>
        </w:rPr>
        <w:t xml:space="preserve">: </w:t>
      </w:r>
    </w:p>
    <w:p w14:paraId="4DA45649" w14:textId="21CCEE24" w:rsidR="001D3169" w:rsidRDefault="001B4AB0" w:rsidP="001D3169">
      <w:pPr>
        <w:tabs>
          <w:tab w:val="left" w:pos="720"/>
          <w:tab w:val="center" w:pos="4819"/>
          <w:tab w:val="right" w:pos="9638"/>
        </w:tabs>
        <w:jc w:val="center"/>
        <w:rPr>
          <w:rFonts w:asciiTheme="minorHAnsi" w:hAnsiTheme="minorHAnsi"/>
        </w:rPr>
      </w:pPr>
      <w:hyperlink r:id="rId13" w:history="1">
        <w:r w:rsidR="009E7287" w:rsidRPr="008C558C">
          <w:rPr>
            <w:rStyle w:val="Collegamentoipertestuale"/>
            <w:rFonts w:cs="Calibri"/>
          </w:rPr>
          <w:t>https://forms.office.com/r/14pX96Qu43</w:t>
        </w:r>
      </w:hyperlink>
      <w:r w:rsidR="009E7287">
        <w:rPr>
          <w:rFonts w:cs="Calibri"/>
          <w:color w:val="000000"/>
        </w:rPr>
        <w:t xml:space="preserve">  </w:t>
      </w:r>
    </w:p>
    <w:tbl>
      <w:tblPr>
        <w:tblStyle w:val="Grigliatabella"/>
        <w:tblW w:w="9913" w:type="dxa"/>
        <w:tblLook w:val="04A0" w:firstRow="1" w:lastRow="0" w:firstColumn="1" w:lastColumn="0" w:noHBand="0" w:noVBand="1"/>
      </w:tblPr>
      <w:tblGrid>
        <w:gridCol w:w="1696"/>
        <w:gridCol w:w="1390"/>
        <w:gridCol w:w="2070"/>
        <w:gridCol w:w="1167"/>
        <w:gridCol w:w="3590"/>
      </w:tblGrid>
      <w:tr w:rsidR="00205383" w:rsidRPr="00240989" w14:paraId="4BFC6790" w14:textId="77777777" w:rsidTr="00E976C0">
        <w:tc>
          <w:tcPr>
            <w:tcW w:w="3086" w:type="dxa"/>
            <w:gridSpan w:val="2"/>
          </w:tcPr>
          <w:p w14:paraId="36DE05BD" w14:textId="77777777" w:rsidR="00205383" w:rsidRPr="00957C10" w:rsidRDefault="00205383" w:rsidP="00E976C0">
            <w:pPr>
              <w:jc w:val="both"/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</w:pPr>
            <w:r w:rsidRPr="00957C10"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  <w:t>Denominazione Istituto</w:t>
            </w:r>
          </w:p>
        </w:tc>
        <w:tc>
          <w:tcPr>
            <w:tcW w:w="6827" w:type="dxa"/>
            <w:gridSpan w:val="3"/>
          </w:tcPr>
          <w:p w14:paraId="7E8EEBE3" w14:textId="77777777" w:rsidR="00205383" w:rsidRPr="00957C10" w:rsidRDefault="00205383" w:rsidP="00E976C0">
            <w:pPr>
              <w:jc w:val="both"/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205383" w:rsidRPr="00240989" w14:paraId="73D91CAF" w14:textId="77777777" w:rsidTr="00E976C0">
        <w:tc>
          <w:tcPr>
            <w:tcW w:w="1696" w:type="dxa"/>
          </w:tcPr>
          <w:p w14:paraId="2D1DE225" w14:textId="77777777" w:rsidR="00205383" w:rsidRPr="00957C10" w:rsidRDefault="00205383" w:rsidP="00E976C0">
            <w:pPr>
              <w:jc w:val="both"/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</w:pPr>
            <w:r w:rsidRPr="00957C10"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  <w:t xml:space="preserve">Cod. </w:t>
            </w:r>
            <w:proofErr w:type="spellStart"/>
            <w:r w:rsidRPr="00957C10"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  <w:t>mecc</w:t>
            </w:r>
            <w:proofErr w:type="spellEnd"/>
            <w:r w:rsidRPr="00957C10"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3460" w:type="dxa"/>
            <w:gridSpan w:val="2"/>
          </w:tcPr>
          <w:p w14:paraId="6E796F51" w14:textId="77777777" w:rsidR="00205383" w:rsidRPr="00957C10" w:rsidRDefault="00205383" w:rsidP="00E976C0">
            <w:pPr>
              <w:jc w:val="both"/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67" w:type="dxa"/>
          </w:tcPr>
          <w:p w14:paraId="43B07A60" w14:textId="77777777" w:rsidR="00205383" w:rsidRPr="00957C10" w:rsidRDefault="00205383" w:rsidP="00E976C0">
            <w:pPr>
              <w:jc w:val="both"/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</w:pPr>
            <w:r w:rsidRPr="00957C10"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  <w:t>Comune</w:t>
            </w:r>
          </w:p>
        </w:tc>
        <w:tc>
          <w:tcPr>
            <w:tcW w:w="3590" w:type="dxa"/>
          </w:tcPr>
          <w:p w14:paraId="645389C4" w14:textId="77777777" w:rsidR="00205383" w:rsidRPr="00957C10" w:rsidRDefault="00205383" w:rsidP="00E976C0">
            <w:pPr>
              <w:jc w:val="both"/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</w:pPr>
          </w:p>
        </w:tc>
      </w:tr>
    </w:tbl>
    <w:p w14:paraId="6B2E68C5" w14:textId="6FE7EBBA" w:rsidR="00205383" w:rsidRDefault="00205383" w:rsidP="00205383">
      <w:pPr>
        <w:jc w:val="both"/>
        <w:rPr>
          <w:rFonts w:asciiTheme="minorHAnsi" w:hAnsiTheme="minorHAnsi" w:cs="Tahoma"/>
          <w:i/>
          <w:iCs/>
        </w:rPr>
      </w:pPr>
    </w:p>
    <w:tbl>
      <w:tblPr>
        <w:tblStyle w:val="Grigliatabella"/>
        <w:tblW w:w="9913" w:type="dxa"/>
        <w:tblLook w:val="04A0" w:firstRow="1" w:lastRow="0" w:firstColumn="1" w:lastColumn="0" w:noHBand="0" w:noVBand="1"/>
      </w:tblPr>
      <w:tblGrid>
        <w:gridCol w:w="2689"/>
        <w:gridCol w:w="1847"/>
        <w:gridCol w:w="2827"/>
        <w:gridCol w:w="2550"/>
      </w:tblGrid>
      <w:tr w:rsidR="003253E2" w:rsidRPr="00240989" w14:paraId="7D1CF566" w14:textId="77777777" w:rsidTr="00FC4661">
        <w:trPr>
          <w:trHeight w:val="263"/>
        </w:trPr>
        <w:tc>
          <w:tcPr>
            <w:tcW w:w="991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24A00E" w14:textId="29CCCBD1" w:rsidR="00FC4661" w:rsidRPr="003253E2" w:rsidRDefault="003253E2" w:rsidP="00FC4661">
            <w:pPr>
              <w:spacing w:after="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CLASS</w:t>
            </w:r>
            <w:r w:rsidR="009C7020">
              <w:rPr>
                <w:rFonts w:asciiTheme="minorHAnsi" w:hAnsiTheme="minorHAnsi" w:cs="Tahoma"/>
              </w:rPr>
              <w:t xml:space="preserve">E VINCITRICE FASE DI ISTITUTO </w:t>
            </w:r>
            <w:r w:rsidR="00FC4661">
              <w:rPr>
                <w:rFonts w:asciiTheme="minorHAnsi" w:hAnsiTheme="minorHAnsi" w:cs="Tahoma"/>
              </w:rPr>
              <w:t xml:space="preserve">                                                     </w:t>
            </w:r>
          </w:p>
        </w:tc>
      </w:tr>
      <w:tr w:rsidR="00FC4661" w14:paraId="2DAA1120" w14:textId="77777777" w:rsidTr="009E7287">
        <w:trPr>
          <w:trHeight w:val="263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9954" w14:textId="40287C6E" w:rsidR="00FC4661" w:rsidRDefault="00710D20" w:rsidP="00710D20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Categoria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E8CF" w14:textId="26A8FF3F" w:rsidR="00FC4661" w:rsidRDefault="009C7020" w:rsidP="00E976C0">
            <w:pPr>
              <w:spacing w:after="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Classe e Sezione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31701" w14:textId="7C569345" w:rsidR="00FC4661" w:rsidRDefault="00FC4661" w:rsidP="00E976C0">
            <w:pPr>
              <w:spacing w:after="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Numero complessivo alunni</w:t>
            </w:r>
            <w:r w:rsidR="003563AC">
              <w:rPr>
                <w:rFonts w:asciiTheme="minorHAnsi" w:hAnsiTheme="minorHAnsi" w:cs="Tahoma"/>
              </w:rPr>
              <w:t>*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57FB" w14:textId="06501ECB" w:rsidR="00FC4661" w:rsidRDefault="00FC4661" w:rsidP="00E976C0">
            <w:pPr>
              <w:spacing w:after="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Numero alunni </w:t>
            </w:r>
            <w:r w:rsidR="009E7287">
              <w:rPr>
                <w:rFonts w:asciiTheme="minorHAnsi" w:hAnsiTheme="minorHAnsi" w:cs="Tahoma"/>
              </w:rPr>
              <w:t>con disabilità</w:t>
            </w:r>
            <w:r w:rsidR="006D4120">
              <w:rPr>
                <w:rFonts w:asciiTheme="minorHAnsi" w:hAnsiTheme="minorHAnsi" w:cs="Tahoma"/>
              </w:rPr>
              <w:t>**</w:t>
            </w:r>
          </w:p>
        </w:tc>
      </w:tr>
      <w:tr w:rsidR="00FC4661" w:rsidRPr="00240989" w14:paraId="4D1F2D5A" w14:textId="77777777" w:rsidTr="009E7287">
        <w:trPr>
          <w:trHeight w:val="263"/>
        </w:trPr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1BF2E182" w14:textId="483AD37E" w:rsidR="00FC4661" w:rsidRDefault="00FC4661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 w:rsidRPr="003F7982">
              <w:rPr>
                <w:rFonts w:asciiTheme="minorHAnsi" w:hAnsiTheme="minorHAnsi"/>
              </w:rPr>
              <w:t>CLASSI PRIME 1</w:t>
            </w:r>
            <w:r w:rsidR="009E7287">
              <w:rPr>
                <w:rFonts w:asciiTheme="minorHAnsi" w:hAnsiTheme="minorHAnsi"/>
              </w:rPr>
              <w:t>°</w:t>
            </w:r>
            <w:r w:rsidRPr="003F7982">
              <w:rPr>
                <w:rFonts w:asciiTheme="minorHAnsi" w:hAnsiTheme="minorHAnsi"/>
              </w:rPr>
              <w:t xml:space="preserve"> </w:t>
            </w:r>
            <w:r w:rsidR="009E7287">
              <w:rPr>
                <w:rFonts w:asciiTheme="minorHAnsi" w:hAnsiTheme="minorHAnsi"/>
              </w:rPr>
              <w:t>G</w:t>
            </w:r>
            <w:r w:rsidRPr="003F7982">
              <w:rPr>
                <w:rFonts w:asciiTheme="minorHAnsi" w:hAnsiTheme="minorHAnsi"/>
              </w:rPr>
              <w:t>rado</w:t>
            </w:r>
          </w:p>
        </w:tc>
        <w:tc>
          <w:tcPr>
            <w:tcW w:w="1847" w:type="dxa"/>
            <w:tcBorders>
              <w:top w:val="single" w:sz="4" w:space="0" w:color="auto"/>
              <w:bottom w:val="single" w:sz="4" w:space="0" w:color="auto"/>
            </w:tcBorders>
          </w:tcPr>
          <w:p w14:paraId="4FD1307A" w14:textId="77777777" w:rsidR="00FC4661" w:rsidRDefault="00FC4661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27" w:type="dxa"/>
            <w:tcBorders>
              <w:top w:val="single" w:sz="4" w:space="0" w:color="auto"/>
              <w:bottom w:val="single" w:sz="4" w:space="0" w:color="auto"/>
            </w:tcBorders>
          </w:tcPr>
          <w:p w14:paraId="273D8712" w14:textId="77777777" w:rsidR="00FC4661" w:rsidRDefault="00FC4661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3CDB88E2" w14:textId="7E66FBA7" w:rsidR="00FC4661" w:rsidRDefault="00FC4661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B40DF" w:rsidRPr="00240989" w14:paraId="77912D0D" w14:textId="77777777" w:rsidTr="009E7287">
        <w:trPr>
          <w:trHeight w:val="263"/>
        </w:trPr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32B369D9" w14:textId="06DF921A" w:rsidR="005B40DF" w:rsidRPr="003F7982" w:rsidRDefault="005B40DF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/>
              </w:rPr>
            </w:pPr>
            <w:r w:rsidRPr="003F7982">
              <w:rPr>
                <w:rFonts w:asciiTheme="minorHAnsi" w:hAnsiTheme="minorHAnsi"/>
              </w:rPr>
              <w:t xml:space="preserve">CLASSI </w:t>
            </w:r>
            <w:r w:rsidR="00325BF3">
              <w:rPr>
                <w:rFonts w:asciiTheme="minorHAnsi" w:hAnsiTheme="minorHAnsi"/>
              </w:rPr>
              <w:t xml:space="preserve">SECONDE </w:t>
            </w:r>
            <w:r w:rsidR="009C7020">
              <w:rPr>
                <w:rFonts w:asciiTheme="minorHAnsi" w:hAnsiTheme="minorHAnsi"/>
              </w:rPr>
              <w:t>1</w:t>
            </w:r>
            <w:r w:rsidR="009E7287">
              <w:rPr>
                <w:rFonts w:asciiTheme="minorHAnsi" w:hAnsiTheme="minorHAnsi"/>
              </w:rPr>
              <w:t>° G</w:t>
            </w:r>
            <w:r w:rsidRPr="003F7982">
              <w:rPr>
                <w:rFonts w:asciiTheme="minorHAnsi" w:hAnsiTheme="minorHAnsi"/>
              </w:rPr>
              <w:t>rado</w:t>
            </w:r>
          </w:p>
        </w:tc>
        <w:tc>
          <w:tcPr>
            <w:tcW w:w="1847" w:type="dxa"/>
            <w:tcBorders>
              <w:top w:val="single" w:sz="4" w:space="0" w:color="auto"/>
              <w:bottom w:val="single" w:sz="4" w:space="0" w:color="auto"/>
            </w:tcBorders>
          </w:tcPr>
          <w:p w14:paraId="27F065C7" w14:textId="77777777" w:rsidR="005B40DF" w:rsidRDefault="005B40DF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27" w:type="dxa"/>
            <w:tcBorders>
              <w:top w:val="single" w:sz="4" w:space="0" w:color="auto"/>
              <w:bottom w:val="single" w:sz="4" w:space="0" w:color="auto"/>
            </w:tcBorders>
          </w:tcPr>
          <w:p w14:paraId="4C7D42C2" w14:textId="77777777" w:rsidR="005B40DF" w:rsidRDefault="005B40DF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7C76E08B" w14:textId="77777777" w:rsidR="005B40DF" w:rsidRDefault="005B40DF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325BF3" w:rsidRPr="00240989" w14:paraId="0DA5DA5D" w14:textId="77777777" w:rsidTr="009E7287">
        <w:trPr>
          <w:trHeight w:val="263"/>
        </w:trPr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6D88ADEC" w14:textId="03C19082" w:rsidR="00325BF3" w:rsidRPr="003F7982" w:rsidRDefault="00325BF3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/>
              </w:rPr>
            </w:pPr>
            <w:r w:rsidRPr="003F7982">
              <w:rPr>
                <w:rFonts w:asciiTheme="minorHAnsi" w:hAnsiTheme="minorHAnsi"/>
              </w:rPr>
              <w:t xml:space="preserve">CLASSI </w:t>
            </w:r>
            <w:r>
              <w:rPr>
                <w:rFonts w:asciiTheme="minorHAnsi" w:hAnsiTheme="minorHAnsi"/>
              </w:rPr>
              <w:t>TERZE</w:t>
            </w:r>
            <w:r w:rsidRPr="003F7982">
              <w:rPr>
                <w:rFonts w:asciiTheme="minorHAnsi" w:hAnsiTheme="minorHAnsi"/>
              </w:rPr>
              <w:t xml:space="preserve"> 1</w:t>
            </w:r>
            <w:r w:rsidR="009E7287">
              <w:rPr>
                <w:rFonts w:asciiTheme="minorHAnsi" w:hAnsiTheme="minorHAnsi"/>
              </w:rPr>
              <w:t>°</w:t>
            </w:r>
            <w:r w:rsidRPr="003F7982">
              <w:rPr>
                <w:rFonts w:asciiTheme="minorHAnsi" w:hAnsiTheme="minorHAnsi"/>
              </w:rPr>
              <w:t xml:space="preserve"> </w:t>
            </w:r>
            <w:r w:rsidR="009E7287">
              <w:rPr>
                <w:rFonts w:asciiTheme="minorHAnsi" w:hAnsiTheme="minorHAnsi"/>
              </w:rPr>
              <w:t>G</w:t>
            </w:r>
            <w:r w:rsidRPr="003F7982">
              <w:rPr>
                <w:rFonts w:asciiTheme="minorHAnsi" w:hAnsiTheme="minorHAnsi"/>
              </w:rPr>
              <w:t>rado</w:t>
            </w:r>
          </w:p>
        </w:tc>
        <w:tc>
          <w:tcPr>
            <w:tcW w:w="1847" w:type="dxa"/>
            <w:tcBorders>
              <w:top w:val="single" w:sz="4" w:space="0" w:color="auto"/>
              <w:bottom w:val="single" w:sz="4" w:space="0" w:color="auto"/>
            </w:tcBorders>
          </w:tcPr>
          <w:p w14:paraId="2F851DD6" w14:textId="77777777" w:rsidR="00325BF3" w:rsidRDefault="00325BF3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27" w:type="dxa"/>
            <w:tcBorders>
              <w:top w:val="single" w:sz="4" w:space="0" w:color="auto"/>
              <w:bottom w:val="single" w:sz="4" w:space="0" w:color="auto"/>
            </w:tcBorders>
          </w:tcPr>
          <w:p w14:paraId="20D67230" w14:textId="77777777" w:rsidR="00325BF3" w:rsidRDefault="00325BF3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5DE74DF0" w14:textId="77777777" w:rsidR="00325BF3" w:rsidRDefault="00325BF3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325BF3" w:rsidRPr="00240989" w14:paraId="76719366" w14:textId="77777777" w:rsidTr="009E7287">
        <w:trPr>
          <w:trHeight w:val="263"/>
        </w:trPr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4E7E628F" w14:textId="1FA1A2B1" w:rsidR="00325BF3" w:rsidRPr="003F7982" w:rsidRDefault="00325BF3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PRIMO BIENNIO 2</w:t>
            </w:r>
            <w:r w:rsidR="009E7287">
              <w:rPr>
                <w:rFonts w:asciiTheme="minorHAnsi" w:hAnsiTheme="minorHAnsi"/>
              </w:rPr>
              <w:t>°</w:t>
            </w:r>
            <w:r>
              <w:rPr>
                <w:rFonts w:asciiTheme="minorHAnsi" w:hAnsiTheme="minorHAnsi"/>
              </w:rPr>
              <w:t xml:space="preserve"> </w:t>
            </w:r>
            <w:r w:rsidR="009E7287">
              <w:rPr>
                <w:rFonts w:asciiTheme="minorHAnsi" w:hAnsiTheme="minorHAnsi"/>
              </w:rPr>
              <w:t>G</w:t>
            </w:r>
            <w:r>
              <w:rPr>
                <w:rFonts w:asciiTheme="minorHAnsi" w:hAnsiTheme="minorHAnsi"/>
              </w:rPr>
              <w:t>rado</w:t>
            </w:r>
          </w:p>
        </w:tc>
        <w:tc>
          <w:tcPr>
            <w:tcW w:w="1847" w:type="dxa"/>
            <w:tcBorders>
              <w:top w:val="single" w:sz="4" w:space="0" w:color="auto"/>
              <w:bottom w:val="single" w:sz="4" w:space="0" w:color="auto"/>
            </w:tcBorders>
          </w:tcPr>
          <w:p w14:paraId="6197F904" w14:textId="77777777" w:rsidR="00325BF3" w:rsidRDefault="00325BF3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27" w:type="dxa"/>
            <w:tcBorders>
              <w:top w:val="single" w:sz="4" w:space="0" w:color="auto"/>
              <w:bottom w:val="single" w:sz="4" w:space="0" w:color="auto"/>
            </w:tcBorders>
          </w:tcPr>
          <w:p w14:paraId="1E38EBF7" w14:textId="77777777" w:rsidR="00325BF3" w:rsidRDefault="00325BF3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08C13096" w14:textId="77777777" w:rsidR="00325BF3" w:rsidRDefault="00325BF3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325BF3" w:rsidRPr="00240989" w14:paraId="3D1BDC23" w14:textId="77777777" w:rsidTr="009E7287">
        <w:trPr>
          <w:trHeight w:val="263"/>
        </w:trPr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7A003AA4" w14:textId="2618F383" w:rsidR="00325BF3" w:rsidRDefault="009C146F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TRIENNIO  2</w:t>
            </w:r>
            <w:r w:rsidR="009E7287">
              <w:rPr>
                <w:rFonts w:asciiTheme="minorHAnsi" w:hAnsiTheme="minorHAnsi"/>
              </w:rPr>
              <w:t>°</w:t>
            </w:r>
            <w:r>
              <w:rPr>
                <w:rFonts w:asciiTheme="minorHAnsi" w:hAnsiTheme="minorHAnsi"/>
              </w:rPr>
              <w:t xml:space="preserve"> </w:t>
            </w:r>
            <w:r w:rsidR="009E7287">
              <w:rPr>
                <w:rFonts w:asciiTheme="minorHAnsi" w:hAnsiTheme="minorHAnsi"/>
              </w:rPr>
              <w:t>G</w:t>
            </w:r>
            <w:r>
              <w:rPr>
                <w:rFonts w:asciiTheme="minorHAnsi" w:hAnsiTheme="minorHAnsi"/>
              </w:rPr>
              <w:t>rado</w:t>
            </w:r>
          </w:p>
        </w:tc>
        <w:tc>
          <w:tcPr>
            <w:tcW w:w="1847" w:type="dxa"/>
            <w:tcBorders>
              <w:top w:val="single" w:sz="4" w:space="0" w:color="auto"/>
              <w:bottom w:val="single" w:sz="4" w:space="0" w:color="auto"/>
            </w:tcBorders>
          </w:tcPr>
          <w:p w14:paraId="75D694B2" w14:textId="77777777" w:rsidR="00325BF3" w:rsidRDefault="00325BF3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27" w:type="dxa"/>
            <w:tcBorders>
              <w:top w:val="single" w:sz="4" w:space="0" w:color="auto"/>
              <w:bottom w:val="single" w:sz="4" w:space="0" w:color="auto"/>
            </w:tcBorders>
          </w:tcPr>
          <w:p w14:paraId="44136687" w14:textId="77777777" w:rsidR="00325BF3" w:rsidRDefault="00325BF3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3751183E" w14:textId="77777777" w:rsidR="00325BF3" w:rsidRDefault="00325BF3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</w:tbl>
    <w:p w14:paraId="2F4B3782" w14:textId="26182BF6" w:rsidR="003253E2" w:rsidRPr="009C146F" w:rsidRDefault="009C146F" w:rsidP="009C146F">
      <w:pPr>
        <w:jc w:val="center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 xml:space="preserve">(compilare le righe </w:t>
      </w:r>
      <w:r w:rsidR="002A5E8A">
        <w:rPr>
          <w:rFonts w:asciiTheme="minorHAnsi" w:hAnsiTheme="minorHAnsi" w:cs="Tahoma"/>
        </w:rPr>
        <w:t>a secondo dell’ordine di scuola)</w:t>
      </w:r>
    </w:p>
    <w:tbl>
      <w:tblPr>
        <w:tblStyle w:val="Grigliatabella"/>
        <w:tblW w:w="9913" w:type="dxa"/>
        <w:tblLook w:val="04A0" w:firstRow="1" w:lastRow="0" w:firstColumn="1" w:lastColumn="0" w:noHBand="0" w:noVBand="1"/>
      </w:tblPr>
      <w:tblGrid>
        <w:gridCol w:w="2830"/>
        <w:gridCol w:w="7083"/>
      </w:tblGrid>
      <w:tr w:rsidR="00205383" w:rsidRPr="00240989" w14:paraId="7CC99E14" w14:textId="77777777" w:rsidTr="002A5E8A">
        <w:tc>
          <w:tcPr>
            <w:tcW w:w="2830" w:type="dxa"/>
            <w:vAlign w:val="center"/>
          </w:tcPr>
          <w:p w14:paraId="0CDA74BD" w14:textId="77777777" w:rsidR="00205383" w:rsidRPr="00240989" w:rsidRDefault="00205383" w:rsidP="00E976C0">
            <w:pPr>
              <w:jc w:val="both"/>
              <w:rPr>
                <w:rFonts w:asciiTheme="minorHAnsi" w:hAnsiTheme="minorHAnsi" w:cs="Tahoma"/>
                <w:i/>
                <w:iCs/>
              </w:rPr>
            </w:pPr>
            <w:r>
              <w:rPr>
                <w:rFonts w:asciiTheme="minorHAnsi" w:hAnsiTheme="minorHAnsi" w:cs="Tahoma"/>
                <w:i/>
                <w:iCs/>
              </w:rPr>
              <w:t>Docente referente</w:t>
            </w:r>
          </w:p>
        </w:tc>
        <w:tc>
          <w:tcPr>
            <w:tcW w:w="7083" w:type="dxa"/>
          </w:tcPr>
          <w:p w14:paraId="33BD35E7" w14:textId="77777777" w:rsidR="00205383" w:rsidRPr="00240989" w:rsidRDefault="00205383" w:rsidP="00E976C0">
            <w:pPr>
              <w:jc w:val="both"/>
              <w:rPr>
                <w:rFonts w:asciiTheme="minorHAnsi" w:hAnsiTheme="minorHAnsi" w:cs="Tahoma"/>
                <w:i/>
                <w:iCs/>
              </w:rPr>
            </w:pPr>
          </w:p>
        </w:tc>
      </w:tr>
      <w:tr w:rsidR="002A5E8A" w:rsidRPr="00240989" w14:paraId="360A0E52" w14:textId="77777777" w:rsidTr="002A5E8A">
        <w:tc>
          <w:tcPr>
            <w:tcW w:w="2830" w:type="dxa"/>
          </w:tcPr>
          <w:p w14:paraId="5DC26A30" w14:textId="029E8D6D" w:rsidR="002A5E8A" w:rsidRDefault="002A5E8A" w:rsidP="00E976C0">
            <w:pPr>
              <w:jc w:val="both"/>
              <w:rPr>
                <w:rFonts w:asciiTheme="minorHAnsi" w:hAnsiTheme="minorHAnsi" w:cs="Tahoma"/>
                <w:i/>
                <w:iCs/>
              </w:rPr>
            </w:pPr>
            <w:r>
              <w:rPr>
                <w:rFonts w:asciiTheme="minorHAnsi" w:hAnsiTheme="minorHAnsi" w:cs="Tahoma"/>
                <w:i/>
                <w:iCs/>
              </w:rPr>
              <w:t>Mail docente referente</w:t>
            </w:r>
          </w:p>
        </w:tc>
        <w:tc>
          <w:tcPr>
            <w:tcW w:w="7083" w:type="dxa"/>
          </w:tcPr>
          <w:p w14:paraId="787B877F" w14:textId="7024851A" w:rsidR="002A5E8A" w:rsidRPr="00240989" w:rsidRDefault="002A5E8A" w:rsidP="00E976C0">
            <w:pPr>
              <w:jc w:val="right"/>
              <w:rPr>
                <w:rFonts w:asciiTheme="minorHAnsi" w:hAnsiTheme="minorHAnsi" w:cs="Tahoma"/>
                <w:i/>
                <w:iCs/>
              </w:rPr>
            </w:pPr>
          </w:p>
        </w:tc>
      </w:tr>
    </w:tbl>
    <w:p w14:paraId="2033C1B8" w14:textId="2370017A" w:rsidR="003563AC" w:rsidRDefault="003563AC" w:rsidP="006A6E50">
      <w:pPr>
        <w:spacing w:after="0"/>
        <w:jc w:val="both"/>
        <w:rPr>
          <w:rFonts w:asciiTheme="minorHAnsi" w:hAnsiTheme="minorHAnsi" w:cs="Tahoma"/>
          <w:i/>
          <w:iCs/>
        </w:rPr>
      </w:pPr>
      <w:r>
        <w:rPr>
          <w:rFonts w:asciiTheme="minorHAnsi" w:hAnsiTheme="minorHAnsi" w:cs="Tahoma"/>
          <w:i/>
          <w:iCs/>
        </w:rPr>
        <w:t xml:space="preserve">* </w:t>
      </w:r>
      <w:r w:rsidR="00C943B4">
        <w:rPr>
          <w:rFonts w:asciiTheme="minorHAnsi" w:hAnsiTheme="minorHAnsi" w:cs="Tahoma"/>
          <w:i/>
          <w:iCs/>
        </w:rPr>
        <w:t>indicare il numero complessivo di tutti gli alunni della classe</w:t>
      </w:r>
      <w:r w:rsidR="00C31FC1">
        <w:rPr>
          <w:rFonts w:asciiTheme="minorHAnsi" w:hAnsiTheme="minorHAnsi" w:cs="Tahoma"/>
          <w:i/>
          <w:iCs/>
        </w:rPr>
        <w:t xml:space="preserve">, </w:t>
      </w:r>
      <w:r w:rsidR="00952039">
        <w:rPr>
          <w:rFonts w:asciiTheme="minorHAnsi" w:hAnsiTheme="minorHAnsi" w:cs="Tahoma"/>
          <w:i/>
          <w:iCs/>
        </w:rPr>
        <w:t xml:space="preserve">diversamente </w:t>
      </w:r>
      <w:r w:rsidR="006D4120">
        <w:rPr>
          <w:rFonts w:asciiTheme="minorHAnsi" w:hAnsiTheme="minorHAnsi" w:cs="Tahoma"/>
          <w:i/>
          <w:iCs/>
        </w:rPr>
        <w:t>abili compresi</w:t>
      </w:r>
    </w:p>
    <w:p w14:paraId="58D94DE1" w14:textId="2E80F75E" w:rsidR="006D4120" w:rsidRDefault="006A6E50" w:rsidP="006A6E50">
      <w:pPr>
        <w:spacing w:after="0"/>
        <w:jc w:val="both"/>
        <w:rPr>
          <w:rFonts w:asciiTheme="minorHAnsi" w:hAnsiTheme="minorHAnsi" w:cs="Tahoma"/>
          <w:i/>
          <w:iCs/>
        </w:rPr>
      </w:pPr>
      <w:r>
        <w:rPr>
          <w:rFonts w:asciiTheme="minorHAnsi" w:hAnsiTheme="minorHAnsi" w:cs="Tahoma"/>
          <w:i/>
          <w:iCs/>
        </w:rPr>
        <w:t>** indicare</w:t>
      </w:r>
      <w:r w:rsidR="00D41E1A">
        <w:rPr>
          <w:rFonts w:asciiTheme="minorHAnsi" w:hAnsiTheme="minorHAnsi" w:cs="Tahoma"/>
          <w:i/>
          <w:iCs/>
        </w:rPr>
        <w:t xml:space="preserve"> il numero di alunni</w:t>
      </w:r>
      <w:r w:rsidR="009E7287">
        <w:rPr>
          <w:rFonts w:asciiTheme="minorHAnsi" w:hAnsiTheme="minorHAnsi" w:cs="Tahoma"/>
          <w:i/>
          <w:iCs/>
        </w:rPr>
        <w:t xml:space="preserve"> con</w:t>
      </w:r>
      <w:r w:rsidR="00D41E1A">
        <w:rPr>
          <w:rFonts w:asciiTheme="minorHAnsi" w:hAnsiTheme="minorHAnsi" w:cs="Tahoma"/>
          <w:i/>
          <w:iCs/>
        </w:rPr>
        <w:t xml:space="preserve"> disabili</w:t>
      </w:r>
      <w:r w:rsidR="009E7287">
        <w:rPr>
          <w:rFonts w:asciiTheme="minorHAnsi" w:hAnsiTheme="minorHAnsi" w:cs="Tahoma"/>
          <w:i/>
          <w:iCs/>
        </w:rPr>
        <w:t>tà</w:t>
      </w:r>
      <w:r w:rsidR="00D41E1A">
        <w:rPr>
          <w:rFonts w:asciiTheme="minorHAnsi" w:hAnsiTheme="minorHAnsi" w:cs="Tahoma"/>
          <w:i/>
          <w:iCs/>
        </w:rPr>
        <w:t xml:space="preserve"> partecipanti alla manifestazione</w:t>
      </w:r>
      <w:r w:rsidR="00484AA9">
        <w:rPr>
          <w:rFonts w:asciiTheme="minorHAnsi" w:hAnsiTheme="minorHAnsi" w:cs="Tahoma"/>
          <w:i/>
          <w:iCs/>
        </w:rPr>
        <w:t>, se oltre i 10 alunni componenti la rappresentativa (come da regolamento)</w:t>
      </w:r>
    </w:p>
    <w:p w14:paraId="3AA60494" w14:textId="77777777" w:rsidR="00CB4FF2" w:rsidRDefault="00CB4FF2" w:rsidP="00220295">
      <w:pPr>
        <w:rPr>
          <w:rFonts w:asciiTheme="minorHAnsi" w:hAnsiTheme="minorHAnsi" w:cs="Tahoma"/>
          <w:szCs w:val="24"/>
        </w:rPr>
      </w:pPr>
    </w:p>
    <w:p w14:paraId="50D87E37" w14:textId="2123AAD7" w:rsidR="009C35EC" w:rsidRDefault="00205383" w:rsidP="00220295">
      <w:pPr>
        <w:rPr>
          <w:rFonts w:asciiTheme="minorHAnsi" w:hAnsiTheme="minorHAnsi" w:cs="Tahoma"/>
          <w:szCs w:val="24"/>
        </w:rPr>
      </w:pPr>
      <w:r w:rsidRPr="00AD1E54">
        <w:rPr>
          <w:rFonts w:asciiTheme="minorHAnsi" w:hAnsiTheme="minorHAnsi" w:cs="Tahoma"/>
          <w:szCs w:val="24"/>
        </w:rPr>
        <w:t>Data</w:t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  <w:t>Il Dirigente Scolastico</w:t>
      </w:r>
    </w:p>
    <w:p w14:paraId="705DCB40" w14:textId="594B4B96" w:rsidR="00FD438E" w:rsidRPr="00FD438E" w:rsidRDefault="00FD438E" w:rsidP="00FD438E">
      <w:pPr>
        <w:rPr>
          <w:rFonts w:asciiTheme="minorHAnsi" w:hAnsiTheme="minorHAnsi" w:cs="Tahoma"/>
          <w:szCs w:val="24"/>
        </w:rPr>
      </w:pPr>
    </w:p>
    <w:p w14:paraId="389FA4B7" w14:textId="5F7ED78C" w:rsidR="00FD438E" w:rsidRPr="00FD438E" w:rsidRDefault="00FD438E" w:rsidP="00FD438E">
      <w:pPr>
        <w:rPr>
          <w:rFonts w:asciiTheme="minorHAnsi" w:hAnsiTheme="minorHAnsi" w:cs="Tahoma"/>
          <w:szCs w:val="24"/>
        </w:rPr>
      </w:pPr>
    </w:p>
    <w:p w14:paraId="201FF240" w14:textId="049D334E" w:rsidR="00FD438E" w:rsidRPr="00FD438E" w:rsidRDefault="00FD438E" w:rsidP="00FD438E">
      <w:pPr>
        <w:tabs>
          <w:tab w:val="left" w:pos="2900"/>
        </w:tabs>
        <w:rPr>
          <w:rFonts w:asciiTheme="minorHAnsi" w:hAnsiTheme="minorHAnsi" w:cs="Tahoma"/>
          <w:szCs w:val="24"/>
        </w:rPr>
      </w:pPr>
      <w:r>
        <w:rPr>
          <w:rFonts w:asciiTheme="minorHAnsi" w:hAnsiTheme="minorHAnsi" w:cs="Tahoma"/>
          <w:szCs w:val="24"/>
        </w:rPr>
        <w:tab/>
      </w:r>
    </w:p>
    <w:sectPr w:rsidR="00FD438E" w:rsidRPr="00FD438E" w:rsidSect="006A68A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/>
      <w:pgMar w:top="2552" w:right="1134" w:bottom="426" w:left="1134" w:header="540" w:footer="65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13006" w14:textId="77777777" w:rsidR="001B4AB0" w:rsidRDefault="001B4AB0">
      <w:r>
        <w:separator/>
      </w:r>
    </w:p>
  </w:endnote>
  <w:endnote w:type="continuationSeparator" w:id="0">
    <w:p w14:paraId="609BB3C7" w14:textId="77777777" w:rsidR="001B4AB0" w:rsidRDefault="001B4AB0">
      <w:r>
        <w:continuationSeparator/>
      </w:r>
    </w:p>
  </w:endnote>
  <w:endnote w:type="continuationNotice" w:id="1">
    <w:p w14:paraId="2CF64931" w14:textId="77777777" w:rsidR="001B4AB0" w:rsidRDefault="001B4AB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3348B" w14:textId="77777777" w:rsidR="00FD438E" w:rsidRDefault="00FD438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EF888" w14:textId="767BE465" w:rsidR="006A68A8" w:rsidRPr="009B4CA1" w:rsidRDefault="00FD438E" w:rsidP="009B4CA1">
    <w:pPr>
      <w:pStyle w:val="Default"/>
      <w:jc w:val="center"/>
      <w:rPr>
        <w:rFonts w:asciiTheme="minorHAnsi" w:hAnsiTheme="minorHAnsi" w:cstheme="minorHAnsi"/>
        <w:sz w:val="18"/>
        <w:szCs w:val="18"/>
      </w:rPr>
    </w:pPr>
    <w:bookmarkStart w:id="0" w:name="_Hlk97029410"/>
    <w:r w:rsidRPr="009724C9">
      <w:rPr>
        <w:rFonts w:asciiTheme="minorHAnsi" w:hAnsiTheme="minorHAnsi" w:cstheme="minorHAnsi"/>
        <w:sz w:val="18"/>
        <w:szCs w:val="18"/>
      </w:rPr>
      <w:t>2022032</w:t>
    </w:r>
    <w:r w:rsidR="00B45D26">
      <w:rPr>
        <w:rFonts w:asciiTheme="minorHAnsi" w:hAnsiTheme="minorHAnsi" w:cstheme="minorHAnsi"/>
        <w:sz w:val="18"/>
        <w:szCs w:val="18"/>
      </w:rPr>
      <w:t>209</w:t>
    </w:r>
    <w:r>
      <w:rPr>
        <w:rFonts w:asciiTheme="minorHAnsi" w:hAnsiTheme="minorHAnsi" w:cstheme="minorHAnsi"/>
        <w:sz w:val="18"/>
        <w:szCs w:val="18"/>
      </w:rPr>
      <w:t>33</w:t>
    </w:r>
    <w:r w:rsidR="006A68A8" w:rsidRPr="00FD438E">
      <w:rPr>
        <w:rFonts w:asciiTheme="minorHAnsi" w:hAnsiTheme="minorHAnsi" w:cstheme="minorHAnsi"/>
        <w:sz w:val="18"/>
        <w:szCs w:val="18"/>
      </w:rPr>
      <w:t>_</w:t>
    </w:r>
    <w:r w:rsidR="006A68A8" w:rsidRPr="00982FF9">
      <w:rPr>
        <w:rFonts w:asciiTheme="minorHAnsi" w:hAnsiTheme="minorHAnsi" w:cstheme="minorHAnsi"/>
        <w:sz w:val="18"/>
        <w:szCs w:val="18"/>
      </w:rPr>
      <w:t>Modello_</w:t>
    </w:r>
    <w:r>
      <w:rPr>
        <w:rFonts w:asciiTheme="minorHAnsi" w:hAnsiTheme="minorHAnsi" w:cstheme="minorHAnsi"/>
        <w:sz w:val="18"/>
        <w:szCs w:val="18"/>
      </w:rPr>
      <w:t>Iscrizione</w:t>
    </w:r>
    <w:r w:rsidRPr="00982FF9">
      <w:rPr>
        <w:rFonts w:asciiTheme="minorHAnsi" w:hAnsiTheme="minorHAnsi" w:cstheme="minorHAnsi"/>
        <w:sz w:val="18"/>
        <w:szCs w:val="18"/>
      </w:rPr>
      <w:t xml:space="preserve"> </w:t>
    </w:r>
    <w:r w:rsidR="006A68A8" w:rsidRPr="00982FF9">
      <w:rPr>
        <w:rFonts w:asciiTheme="minorHAnsi" w:hAnsiTheme="minorHAnsi" w:cstheme="minorHAnsi"/>
        <w:sz w:val="18"/>
        <w:szCs w:val="18"/>
      </w:rPr>
      <w:t>_</w:t>
    </w:r>
    <w:r>
      <w:rPr>
        <w:rFonts w:asciiTheme="minorHAnsi" w:hAnsiTheme="minorHAnsi" w:cstheme="minorHAnsi"/>
        <w:sz w:val="18"/>
        <w:szCs w:val="18"/>
      </w:rPr>
      <w:t xml:space="preserve">Fase </w:t>
    </w:r>
    <w:proofErr w:type="spellStart"/>
    <w:r>
      <w:rPr>
        <w:rFonts w:asciiTheme="minorHAnsi" w:hAnsiTheme="minorHAnsi" w:cstheme="minorHAnsi"/>
        <w:sz w:val="18"/>
        <w:szCs w:val="18"/>
      </w:rPr>
      <w:t>territoriale_</w:t>
    </w:r>
    <w:r w:rsidR="006A68A8" w:rsidRPr="00982FF9">
      <w:rPr>
        <w:rFonts w:asciiTheme="minorHAnsi" w:hAnsiTheme="minorHAnsi" w:cstheme="minorHAnsi"/>
        <w:sz w:val="18"/>
        <w:szCs w:val="18"/>
      </w:rPr>
      <w:t>Tutti</w:t>
    </w:r>
    <w:proofErr w:type="spellEnd"/>
    <w:r w:rsidR="006A68A8" w:rsidRPr="00982FF9">
      <w:rPr>
        <w:rFonts w:asciiTheme="minorHAnsi" w:hAnsiTheme="minorHAnsi" w:cstheme="minorHAnsi"/>
        <w:sz w:val="18"/>
        <w:szCs w:val="18"/>
      </w:rPr>
      <w:t xml:space="preserve"> in </w:t>
    </w:r>
    <w:proofErr w:type="spellStart"/>
    <w:r w:rsidR="006A68A8" w:rsidRPr="00982FF9">
      <w:rPr>
        <w:rFonts w:asciiTheme="minorHAnsi" w:hAnsiTheme="minorHAnsi" w:cstheme="minorHAnsi"/>
        <w:sz w:val="18"/>
        <w:szCs w:val="18"/>
      </w:rPr>
      <w:t>Campo</w:t>
    </w:r>
    <w:bookmarkEnd w:id="0"/>
    <w:r w:rsidR="009B4CA1">
      <w:rPr>
        <w:rFonts w:asciiTheme="minorHAnsi" w:hAnsiTheme="minorHAnsi" w:cstheme="minorHAnsi"/>
        <w:sz w:val="18"/>
        <w:szCs w:val="18"/>
      </w:rPr>
      <w:t>_MACERATA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ACF3F" w14:textId="77777777" w:rsidR="00FD438E" w:rsidRDefault="00FD438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A7203" w14:textId="77777777" w:rsidR="001B4AB0" w:rsidRDefault="001B4AB0">
      <w:r>
        <w:separator/>
      </w:r>
    </w:p>
  </w:footnote>
  <w:footnote w:type="continuationSeparator" w:id="0">
    <w:p w14:paraId="0827AB9D" w14:textId="77777777" w:rsidR="001B4AB0" w:rsidRDefault="001B4AB0">
      <w:r>
        <w:continuationSeparator/>
      </w:r>
    </w:p>
  </w:footnote>
  <w:footnote w:type="continuationNotice" w:id="1">
    <w:p w14:paraId="1B5B5E82" w14:textId="77777777" w:rsidR="001B4AB0" w:rsidRDefault="001B4AB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68FD" w14:textId="77777777" w:rsidR="00FD438E" w:rsidRDefault="00FD438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6DB55" w14:textId="64D034A5" w:rsidR="00620DAC" w:rsidRDefault="00620DAC" w:rsidP="00620DAC">
    <w:pPr>
      <w:tabs>
        <w:tab w:val="left" w:pos="690"/>
        <w:tab w:val="center" w:pos="2050"/>
      </w:tabs>
      <w:rPr>
        <w:rFonts w:ascii="Monotype Corsiva" w:hAnsi="Monotype Corsiva" w:cs="Tahoma"/>
        <w:i/>
        <w:sz w:val="76"/>
        <w:szCs w:val="76"/>
      </w:rPr>
    </w:pPr>
    <w:r>
      <w:rPr>
        <w:rFonts w:ascii="Monotype Corsiva" w:hAnsi="Monotype Corsiva" w:cs="Tahoma"/>
        <w:i/>
        <w:sz w:val="76"/>
        <w:szCs w:val="76"/>
      </w:rPr>
      <w:tab/>
    </w:r>
    <w:r>
      <w:rPr>
        <w:rFonts w:ascii="Monotype Corsiva" w:hAnsi="Monotype Corsiva" w:cs="Tahoma"/>
        <w:i/>
        <w:sz w:val="76"/>
        <w:szCs w:val="76"/>
      </w:rPr>
      <w:tab/>
    </w:r>
    <w:r>
      <w:rPr>
        <w:noProof/>
      </w:rPr>
      <w:drawing>
        <wp:anchor distT="0" distB="0" distL="114300" distR="114300" simplePos="0" relativeHeight="251658240" behindDoc="0" locked="0" layoutInCell="1" allowOverlap="1" wp14:anchorId="5D572F84" wp14:editId="68F1DE85">
          <wp:simplePos x="0" y="0"/>
          <wp:positionH relativeFrom="column">
            <wp:posOffset>2718435</wp:posOffset>
          </wp:positionH>
          <wp:positionV relativeFrom="paragraph">
            <wp:posOffset>72390</wp:posOffset>
          </wp:positionV>
          <wp:extent cx="495300" cy="561975"/>
          <wp:effectExtent l="0" t="0" r="0" b="9525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561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34C2BB" w14:textId="739FBADD" w:rsidR="00620DAC" w:rsidRPr="003D293D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76"/>
        <w:szCs w:val="76"/>
      </w:rPr>
    </w:pPr>
    <w:r w:rsidRPr="003D293D">
      <w:rPr>
        <w:rFonts w:ascii="Monotype Corsiva" w:hAnsi="Monotype Corsiva" w:cs="Tahoma"/>
        <w:i/>
        <w:sz w:val="76"/>
        <w:szCs w:val="76"/>
      </w:rPr>
      <w:t>Ministero dell’Istruzione</w:t>
    </w:r>
  </w:p>
  <w:p w14:paraId="711F5918" w14:textId="3437A7BA" w:rsidR="00620DAC" w:rsidRPr="003D293D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44"/>
        <w:szCs w:val="48"/>
      </w:rPr>
    </w:pPr>
    <w:r w:rsidRPr="003D293D">
      <w:rPr>
        <w:rFonts w:ascii="Monotype Corsiva" w:hAnsi="Monotype Corsiva" w:cs="Tahoma"/>
        <w:i/>
        <w:sz w:val="44"/>
        <w:szCs w:val="48"/>
      </w:rPr>
      <w:t>Ufficio Scolastico Regionale per le Marche</w:t>
    </w:r>
  </w:p>
  <w:p w14:paraId="38B9B18C" w14:textId="221A1A68" w:rsidR="00620DAC" w:rsidRDefault="00620DAC" w:rsidP="00620DAC">
    <w:pPr>
      <w:pStyle w:val="Intestazione"/>
      <w:jc w:val="center"/>
    </w:pPr>
    <w:r w:rsidRPr="007A6E4C">
      <w:rPr>
        <w:rFonts w:ascii="Arial" w:hAnsi="Arial" w:cs="Arial"/>
        <w:bCs/>
        <w:iCs/>
        <w:sz w:val="28"/>
        <w:szCs w:val="28"/>
      </w:rPr>
      <w:t>Direzione Generale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C0B79" w14:textId="77777777" w:rsidR="00FD438E" w:rsidRDefault="00FD438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41775"/>
    <w:multiLevelType w:val="hybridMultilevel"/>
    <w:tmpl w:val="394ECFFA"/>
    <w:lvl w:ilvl="0" w:tplc="239EA734">
      <w:numFmt w:val="bullet"/>
      <w:lvlText w:val="-"/>
      <w:lvlJc w:val="left"/>
      <w:pPr>
        <w:ind w:left="1770" w:hanging="360"/>
      </w:pPr>
      <w:rPr>
        <w:rFonts w:ascii="Calibri" w:eastAsia="Calibri" w:hAnsi="Calibri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112B5C2D"/>
    <w:multiLevelType w:val="hybridMultilevel"/>
    <w:tmpl w:val="216A345C"/>
    <w:lvl w:ilvl="0" w:tplc="623AD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497278A"/>
    <w:multiLevelType w:val="multilevel"/>
    <w:tmpl w:val="41E8EF9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16E92D78"/>
    <w:multiLevelType w:val="hybridMultilevel"/>
    <w:tmpl w:val="F10CFFEC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E6E29FE"/>
    <w:multiLevelType w:val="hybridMultilevel"/>
    <w:tmpl w:val="241CA098"/>
    <w:lvl w:ilvl="0" w:tplc="4120FC14">
      <w:start w:val="25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42131EB"/>
    <w:multiLevelType w:val="multilevel"/>
    <w:tmpl w:val="617A0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80167A8"/>
    <w:multiLevelType w:val="hybridMultilevel"/>
    <w:tmpl w:val="F926AC7E"/>
    <w:lvl w:ilvl="0" w:tplc="3C96C174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283A6BD0"/>
    <w:multiLevelType w:val="hybridMultilevel"/>
    <w:tmpl w:val="5A4C7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8F1B38"/>
    <w:multiLevelType w:val="multilevel"/>
    <w:tmpl w:val="C46AC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EA8008C"/>
    <w:multiLevelType w:val="hybridMultilevel"/>
    <w:tmpl w:val="BD7CD4E4"/>
    <w:lvl w:ilvl="0" w:tplc="364A19DE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5A75C25"/>
    <w:multiLevelType w:val="hybridMultilevel"/>
    <w:tmpl w:val="86D88DD4"/>
    <w:lvl w:ilvl="0" w:tplc="A576268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72735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8A350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6CE81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FC93E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BA247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4A011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2A780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F81F4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FC6E3F"/>
    <w:multiLevelType w:val="hybridMultilevel"/>
    <w:tmpl w:val="F9E21E0E"/>
    <w:lvl w:ilvl="0" w:tplc="5D306CF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2269A7"/>
    <w:multiLevelType w:val="hybridMultilevel"/>
    <w:tmpl w:val="0DE6ADFA"/>
    <w:lvl w:ilvl="0" w:tplc="0410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58EC1229"/>
    <w:multiLevelType w:val="hybridMultilevel"/>
    <w:tmpl w:val="AC6AD09C"/>
    <w:lvl w:ilvl="0" w:tplc="7C36C6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3948E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62D6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A626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E0F5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EEB3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B2F7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E0D9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744C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142256"/>
    <w:multiLevelType w:val="hybridMultilevel"/>
    <w:tmpl w:val="4B22CFC8"/>
    <w:lvl w:ilvl="0" w:tplc="6E40FBEC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E7201B"/>
    <w:multiLevelType w:val="multilevel"/>
    <w:tmpl w:val="D7E4B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F1037C2"/>
    <w:multiLevelType w:val="hybridMultilevel"/>
    <w:tmpl w:val="6816743A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66895299"/>
    <w:multiLevelType w:val="hybridMultilevel"/>
    <w:tmpl w:val="FA505344"/>
    <w:lvl w:ilvl="0" w:tplc="64B2670E"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F6707E"/>
    <w:multiLevelType w:val="hybridMultilevel"/>
    <w:tmpl w:val="6BCCE8D2"/>
    <w:lvl w:ilvl="0" w:tplc="6CF6B9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B5289E"/>
    <w:multiLevelType w:val="hybridMultilevel"/>
    <w:tmpl w:val="D31A0382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507795342">
    <w:abstractNumId w:val="17"/>
  </w:num>
  <w:num w:numId="2" w16cid:durableId="840895274">
    <w:abstractNumId w:val="6"/>
  </w:num>
  <w:num w:numId="3" w16cid:durableId="1585338806">
    <w:abstractNumId w:val="3"/>
  </w:num>
  <w:num w:numId="4" w16cid:durableId="1726828626">
    <w:abstractNumId w:val="13"/>
  </w:num>
  <w:num w:numId="5" w16cid:durableId="234095831">
    <w:abstractNumId w:val="16"/>
  </w:num>
  <w:num w:numId="6" w16cid:durableId="1644039020">
    <w:abstractNumId w:val="2"/>
  </w:num>
  <w:num w:numId="7" w16cid:durableId="598679979">
    <w:abstractNumId w:val="0"/>
  </w:num>
  <w:num w:numId="8" w16cid:durableId="1329747305">
    <w:abstractNumId w:val="12"/>
  </w:num>
  <w:num w:numId="9" w16cid:durableId="2021540519">
    <w:abstractNumId w:val="8"/>
  </w:num>
  <w:num w:numId="10" w16cid:durableId="1844319459">
    <w:abstractNumId w:val="19"/>
  </w:num>
  <w:num w:numId="11" w16cid:durableId="9261678">
    <w:abstractNumId w:val="18"/>
  </w:num>
  <w:num w:numId="12" w16cid:durableId="1083599176">
    <w:abstractNumId w:val="1"/>
  </w:num>
  <w:num w:numId="13" w16cid:durableId="1795058829">
    <w:abstractNumId w:val="7"/>
  </w:num>
  <w:num w:numId="14" w16cid:durableId="1649434897">
    <w:abstractNumId w:val="15"/>
  </w:num>
  <w:num w:numId="15" w16cid:durableId="907769951">
    <w:abstractNumId w:val="4"/>
  </w:num>
  <w:num w:numId="16" w16cid:durableId="1933203300">
    <w:abstractNumId w:val="5"/>
  </w:num>
  <w:num w:numId="17" w16cid:durableId="1932660157">
    <w:abstractNumId w:val="14"/>
  </w:num>
  <w:num w:numId="18" w16cid:durableId="404838583">
    <w:abstractNumId w:val="9"/>
  </w:num>
  <w:num w:numId="19" w16cid:durableId="1742219377">
    <w:abstractNumId w:val="10"/>
  </w:num>
  <w:num w:numId="20" w16cid:durableId="512299905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4B5"/>
    <w:rsid w:val="000014C0"/>
    <w:rsid w:val="0000367C"/>
    <w:rsid w:val="000042E5"/>
    <w:rsid w:val="00004F45"/>
    <w:rsid w:val="000054FB"/>
    <w:rsid w:val="00007F5E"/>
    <w:rsid w:val="00010930"/>
    <w:rsid w:val="0001202F"/>
    <w:rsid w:val="00012E6F"/>
    <w:rsid w:val="000131C9"/>
    <w:rsid w:val="00015687"/>
    <w:rsid w:val="000157E5"/>
    <w:rsid w:val="00021EAB"/>
    <w:rsid w:val="00023442"/>
    <w:rsid w:val="0002363E"/>
    <w:rsid w:val="00023958"/>
    <w:rsid w:val="00023DAD"/>
    <w:rsid w:val="00026241"/>
    <w:rsid w:val="00026285"/>
    <w:rsid w:val="000262E5"/>
    <w:rsid w:val="00026641"/>
    <w:rsid w:val="00027CBB"/>
    <w:rsid w:val="00030134"/>
    <w:rsid w:val="00030550"/>
    <w:rsid w:val="00032B2F"/>
    <w:rsid w:val="00032F71"/>
    <w:rsid w:val="00032FA0"/>
    <w:rsid w:val="0003377D"/>
    <w:rsid w:val="000344CA"/>
    <w:rsid w:val="00036B90"/>
    <w:rsid w:val="00036C15"/>
    <w:rsid w:val="00040334"/>
    <w:rsid w:val="0004034C"/>
    <w:rsid w:val="00040CA5"/>
    <w:rsid w:val="000413EE"/>
    <w:rsid w:val="00042FA4"/>
    <w:rsid w:val="00043B5F"/>
    <w:rsid w:val="000464BF"/>
    <w:rsid w:val="00051211"/>
    <w:rsid w:val="00052BDA"/>
    <w:rsid w:val="00052F0E"/>
    <w:rsid w:val="00054CC4"/>
    <w:rsid w:val="00056052"/>
    <w:rsid w:val="00056AA0"/>
    <w:rsid w:val="000624BA"/>
    <w:rsid w:val="0006305A"/>
    <w:rsid w:val="0006306C"/>
    <w:rsid w:val="00063E50"/>
    <w:rsid w:val="00064A74"/>
    <w:rsid w:val="00066802"/>
    <w:rsid w:val="00066B9F"/>
    <w:rsid w:val="00067128"/>
    <w:rsid w:val="000679BA"/>
    <w:rsid w:val="00070A08"/>
    <w:rsid w:val="00071ED6"/>
    <w:rsid w:val="00075251"/>
    <w:rsid w:val="00075504"/>
    <w:rsid w:val="00075AFA"/>
    <w:rsid w:val="000801AF"/>
    <w:rsid w:val="000819C6"/>
    <w:rsid w:val="00082480"/>
    <w:rsid w:val="00083B31"/>
    <w:rsid w:val="00083E4F"/>
    <w:rsid w:val="0008666C"/>
    <w:rsid w:val="000874D0"/>
    <w:rsid w:val="0008781A"/>
    <w:rsid w:val="00093C3D"/>
    <w:rsid w:val="000948FE"/>
    <w:rsid w:val="000A091B"/>
    <w:rsid w:val="000A17D7"/>
    <w:rsid w:val="000A4C83"/>
    <w:rsid w:val="000A4DC9"/>
    <w:rsid w:val="000A4E86"/>
    <w:rsid w:val="000A5D58"/>
    <w:rsid w:val="000A628B"/>
    <w:rsid w:val="000A7A08"/>
    <w:rsid w:val="000A7FDE"/>
    <w:rsid w:val="000B168A"/>
    <w:rsid w:val="000B2163"/>
    <w:rsid w:val="000B329E"/>
    <w:rsid w:val="000B35B7"/>
    <w:rsid w:val="000B394D"/>
    <w:rsid w:val="000B47DF"/>
    <w:rsid w:val="000B4CDB"/>
    <w:rsid w:val="000B5623"/>
    <w:rsid w:val="000B645F"/>
    <w:rsid w:val="000B7406"/>
    <w:rsid w:val="000C30F2"/>
    <w:rsid w:val="000C4078"/>
    <w:rsid w:val="000C42D3"/>
    <w:rsid w:val="000C4348"/>
    <w:rsid w:val="000C50AA"/>
    <w:rsid w:val="000C5E6A"/>
    <w:rsid w:val="000D029F"/>
    <w:rsid w:val="000D34C8"/>
    <w:rsid w:val="000D3AE9"/>
    <w:rsid w:val="000D524E"/>
    <w:rsid w:val="000D5772"/>
    <w:rsid w:val="000D5861"/>
    <w:rsid w:val="000D6064"/>
    <w:rsid w:val="000D7D5C"/>
    <w:rsid w:val="000D7FF7"/>
    <w:rsid w:val="000E26D4"/>
    <w:rsid w:val="000E3A8E"/>
    <w:rsid w:val="000E4525"/>
    <w:rsid w:val="000E4BEB"/>
    <w:rsid w:val="000E4DF4"/>
    <w:rsid w:val="000E527F"/>
    <w:rsid w:val="000E5CCB"/>
    <w:rsid w:val="000E604A"/>
    <w:rsid w:val="000E631C"/>
    <w:rsid w:val="000E7899"/>
    <w:rsid w:val="000F254E"/>
    <w:rsid w:val="000F27D3"/>
    <w:rsid w:val="000F2B57"/>
    <w:rsid w:val="000F3ED6"/>
    <w:rsid w:val="000F53F0"/>
    <w:rsid w:val="000F6925"/>
    <w:rsid w:val="000F755D"/>
    <w:rsid w:val="000F7D0D"/>
    <w:rsid w:val="001007F3"/>
    <w:rsid w:val="0010096A"/>
    <w:rsid w:val="00100AAE"/>
    <w:rsid w:val="00101075"/>
    <w:rsid w:val="001028E4"/>
    <w:rsid w:val="00102938"/>
    <w:rsid w:val="00102F69"/>
    <w:rsid w:val="00105C2B"/>
    <w:rsid w:val="00107596"/>
    <w:rsid w:val="00111CB7"/>
    <w:rsid w:val="00113158"/>
    <w:rsid w:val="00113378"/>
    <w:rsid w:val="00113A04"/>
    <w:rsid w:val="001158A4"/>
    <w:rsid w:val="001169C1"/>
    <w:rsid w:val="00116E1C"/>
    <w:rsid w:val="001214AE"/>
    <w:rsid w:val="00121DFA"/>
    <w:rsid w:val="001224F2"/>
    <w:rsid w:val="001246DC"/>
    <w:rsid w:val="00125653"/>
    <w:rsid w:val="00126861"/>
    <w:rsid w:val="001269B5"/>
    <w:rsid w:val="0013077B"/>
    <w:rsid w:val="00130885"/>
    <w:rsid w:val="00130B2E"/>
    <w:rsid w:val="00131B1A"/>
    <w:rsid w:val="00132070"/>
    <w:rsid w:val="00132220"/>
    <w:rsid w:val="001328E3"/>
    <w:rsid w:val="001348DC"/>
    <w:rsid w:val="00136AAF"/>
    <w:rsid w:val="00136B49"/>
    <w:rsid w:val="00136E40"/>
    <w:rsid w:val="001378B4"/>
    <w:rsid w:val="00141692"/>
    <w:rsid w:val="001430DF"/>
    <w:rsid w:val="001446D9"/>
    <w:rsid w:val="0014471B"/>
    <w:rsid w:val="00144A01"/>
    <w:rsid w:val="001455E9"/>
    <w:rsid w:val="00146165"/>
    <w:rsid w:val="00146731"/>
    <w:rsid w:val="00153966"/>
    <w:rsid w:val="00154E94"/>
    <w:rsid w:val="0015520D"/>
    <w:rsid w:val="00155885"/>
    <w:rsid w:val="00157C48"/>
    <w:rsid w:val="00160E86"/>
    <w:rsid w:val="001618FB"/>
    <w:rsid w:val="00162823"/>
    <w:rsid w:val="00162A1B"/>
    <w:rsid w:val="00163DD4"/>
    <w:rsid w:val="00164485"/>
    <w:rsid w:val="00164A91"/>
    <w:rsid w:val="0016769B"/>
    <w:rsid w:val="00167B6B"/>
    <w:rsid w:val="0017002E"/>
    <w:rsid w:val="00170600"/>
    <w:rsid w:val="001722E0"/>
    <w:rsid w:val="001730D1"/>
    <w:rsid w:val="00173842"/>
    <w:rsid w:val="00173963"/>
    <w:rsid w:val="00173984"/>
    <w:rsid w:val="00173F7F"/>
    <w:rsid w:val="0017449F"/>
    <w:rsid w:val="001745D9"/>
    <w:rsid w:val="001749F1"/>
    <w:rsid w:val="00174C07"/>
    <w:rsid w:val="0017552F"/>
    <w:rsid w:val="00176944"/>
    <w:rsid w:val="00181010"/>
    <w:rsid w:val="00182247"/>
    <w:rsid w:val="00182281"/>
    <w:rsid w:val="00182FB1"/>
    <w:rsid w:val="001838D0"/>
    <w:rsid w:val="001838D7"/>
    <w:rsid w:val="00183AF1"/>
    <w:rsid w:val="001847D7"/>
    <w:rsid w:val="00185D0F"/>
    <w:rsid w:val="00186051"/>
    <w:rsid w:val="001863A2"/>
    <w:rsid w:val="00193F84"/>
    <w:rsid w:val="001947C6"/>
    <w:rsid w:val="00195771"/>
    <w:rsid w:val="0019647A"/>
    <w:rsid w:val="001A0EEE"/>
    <w:rsid w:val="001A1970"/>
    <w:rsid w:val="001A2A31"/>
    <w:rsid w:val="001A2F34"/>
    <w:rsid w:val="001A3473"/>
    <w:rsid w:val="001A4B80"/>
    <w:rsid w:val="001B0A67"/>
    <w:rsid w:val="001B123A"/>
    <w:rsid w:val="001B2688"/>
    <w:rsid w:val="001B3D0F"/>
    <w:rsid w:val="001B4AB0"/>
    <w:rsid w:val="001B6682"/>
    <w:rsid w:val="001B700C"/>
    <w:rsid w:val="001C2DEF"/>
    <w:rsid w:val="001C4858"/>
    <w:rsid w:val="001C6855"/>
    <w:rsid w:val="001C7260"/>
    <w:rsid w:val="001D1D34"/>
    <w:rsid w:val="001D3169"/>
    <w:rsid w:val="001D6E8E"/>
    <w:rsid w:val="001D75DE"/>
    <w:rsid w:val="001E0D02"/>
    <w:rsid w:val="001E210B"/>
    <w:rsid w:val="001E7B81"/>
    <w:rsid w:val="001F1960"/>
    <w:rsid w:val="001F1B50"/>
    <w:rsid w:val="001F308F"/>
    <w:rsid w:val="001F3101"/>
    <w:rsid w:val="001F4EFB"/>
    <w:rsid w:val="001F6207"/>
    <w:rsid w:val="001F7118"/>
    <w:rsid w:val="001F72BA"/>
    <w:rsid w:val="001F7CAC"/>
    <w:rsid w:val="001F7F22"/>
    <w:rsid w:val="00200288"/>
    <w:rsid w:val="00203FB3"/>
    <w:rsid w:val="002051CF"/>
    <w:rsid w:val="00205383"/>
    <w:rsid w:val="002061DB"/>
    <w:rsid w:val="0020648B"/>
    <w:rsid w:val="00206FAA"/>
    <w:rsid w:val="00207266"/>
    <w:rsid w:val="00211158"/>
    <w:rsid w:val="002113B2"/>
    <w:rsid w:val="002118C9"/>
    <w:rsid w:val="002141B4"/>
    <w:rsid w:val="00214FDB"/>
    <w:rsid w:val="00216E51"/>
    <w:rsid w:val="002177FF"/>
    <w:rsid w:val="00217F26"/>
    <w:rsid w:val="00217FF9"/>
    <w:rsid w:val="00220295"/>
    <w:rsid w:val="002206FA"/>
    <w:rsid w:val="00221656"/>
    <w:rsid w:val="00222DAD"/>
    <w:rsid w:val="0022393D"/>
    <w:rsid w:val="002245E0"/>
    <w:rsid w:val="00224E63"/>
    <w:rsid w:val="00225314"/>
    <w:rsid w:val="00230063"/>
    <w:rsid w:val="00230F80"/>
    <w:rsid w:val="002321BB"/>
    <w:rsid w:val="002349B3"/>
    <w:rsid w:val="00235D3E"/>
    <w:rsid w:val="00236156"/>
    <w:rsid w:val="00236628"/>
    <w:rsid w:val="00241414"/>
    <w:rsid w:val="00241B57"/>
    <w:rsid w:val="0024245F"/>
    <w:rsid w:val="00243C32"/>
    <w:rsid w:val="0024454B"/>
    <w:rsid w:val="00245CC6"/>
    <w:rsid w:val="00245FA6"/>
    <w:rsid w:val="00245FFB"/>
    <w:rsid w:val="00246041"/>
    <w:rsid w:val="0024707F"/>
    <w:rsid w:val="00250FEA"/>
    <w:rsid w:val="00251865"/>
    <w:rsid w:val="002526E8"/>
    <w:rsid w:val="00252B16"/>
    <w:rsid w:val="0025411A"/>
    <w:rsid w:val="0025445D"/>
    <w:rsid w:val="00254EB1"/>
    <w:rsid w:val="002560A4"/>
    <w:rsid w:val="00257619"/>
    <w:rsid w:val="00261887"/>
    <w:rsid w:val="00263C4D"/>
    <w:rsid w:val="0026547B"/>
    <w:rsid w:val="0026629E"/>
    <w:rsid w:val="002704D2"/>
    <w:rsid w:val="00272A8D"/>
    <w:rsid w:val="00272D88"/>
    <w:rsid w:val="002744B4"/>
    <w:rsid w:val="0027467C"/>
    <w:rsid w:val="00275A4C"/>
    <w:rsid w:val="00276456"/>
    <w:rsid w:val="00277333"/>
    <w:rsid w:val="00277D69"/>
    <w:rsid w:val="00281429"/>
    <w:rsid w:val="0028150D"/>
    <w:rsid w:val="00281BEC"/>
    <w:rsid w:val="00282080"/>
    <w:rsid w:val="002858E2"/>
    <w:rsid w:val="002875DB"/>
    <w:rsid w:val="00291646"/>
    <w:rsid w:val="00291E30"/>
    <w:rsid w:val="00292893"/>
    <w:rsid w:val="002951C7"/>
    <w:rsid w:val="00295322"/>
    <w:rsid w:val="00295BA8"/>
    <w:rsid w:val="00297037"/>
    <w:rsid w:val="002976EF"/>
    <w:rsid w:val="00297A64"/>
    <w:rsid w:val="002A2A80"/>
    <w:rsid w:val="002A2B13"/>
    <w:rsid w:val="002A2E88"/>
    <w:rsid w:val="002A4BBA"/>
    <w:rsid w:val="002A5E8A"/>
    <w:rsid w:val="002A6F8E"/>
    <w:rsid w:val="002A781D"/>
    <w:rsid w:val="002B2855"/>
    <w:rsid w:val="002B2A70"/>
    <w:rsid w:val="002B2B4C"/>
    <w:rsid w:val="002B3328"/>
    <w:rsid w:val="002B485C"/>
    <w:rsid w:val="002B4D56"/>
    <w:rsid w:val="002B5BBF"/>
    <w:rsid w:val="002B662C"/>
    <w:rsid w:val="002B7D71"/>
    <w:rsid w:val="002C4E61"/>
    <w:rsid w:val="002C5D4B"/>
    <w:rsid w:val="002C73EC"/>
    <w:rsid w:val="002C7CD7"/>
    <w:rsid w:val="002D47EC"/>
    <w:rsid w:val="002D4BC8"/>
    <w:rsid w:val="002D7554"/>
    <w:rsid w:val="002E016E"/>
    <w:rsid w:val="002E1FFE"/>
    <w:rsid w:val="002E259B"/>
    <w:rsid w:val="002E3620"/>
    <w:rsid w:val="002E58DB"/>
    <w:rsid w:val="002E59D0"/>
    <w:rsid w:val="002E5EC0"/>
    <w:rsid w:val="002E60A2"/>
    <w:rsid w:val="002E6ABE"/>
    <w:rsid w:val="002E6B55"/>
    <w:rsid w:val="002E6CB5"/>
    <w:rsid w:val="002E7E32"/>
    <w:rsid w:val="002F3245"/>
    <w:rsid w:val="002F33B0"/>
    <w:rsid w:val="002F42EE"/>
    <w:rsid w:val="002F503F"/>
    <w:rsid w:val="002F5A47"/>
    <w:rsid w:val="002F68AA"/>
    <w:rsid w:val="002F7345"/>
    <w:rsid w:val="002F7991"/>
    <w:rsid w:val="003000B5"/>
    <w:rsid w:val="003017A7"/>
    <w:rsid w:val="00302068"/>
    <w:rsid w:val="00303F33"/>
    <w:rsid w:val="00305E43"/>
    <w:rsid w:val="0030638C"/>
    <w:rsid w:val="003109A1"/>
    <w:rsid w:val="00310F5D"/>
    <w:rsid w:val="003136D6"/>
    <w:rsid w:val="00313A5C"/>
    <w:rsid w:val="00314592"/>
    <w:rsid w:val="00314A37"/>
    <w:rsid w:val="00315355"/>
    <w:rsid w:val="00315367"/>
    <w:rsid w:val="0031677B"/>
    <w:rsid w:val="00317A99"/>
    <w:rsid w:val="00317DAA"/>
    <w:rsid w:val="00321C7E"/>
    <w:rsid w:val="003226A0"/>
    <w:rsid w:val="003228F9"/>
    <w:rsid w:val="00323BC7"/>
    <w:rsid w:val="003253E2"/>
    <w:rsid w:val="00325BF3"/>
    <w:rsid w:val="0032780C"/>
    <w:rsid w:val="00332291"/>
    <w:rsid w:val="003326B2"/>
    <w:rsid w:val="00332DC3"/>
    <w:rsid w:val="003340AF"/>
    <w:rsid w:val="0033665E"/>
    <w:rsid w:val="00337379"/>
    <w:rsid w:val="00337E13"/>
    <w:rsid w:val="003407F4"/>
    <w:rsid w:val="0034135B"/>
    <w:rsid w:val="003417B5"/>
    <w:rsid w:val="003417CD"/>
    <w:rsid w:val="00341F32"/>
    <w:rsid w:val="00342B5F"/>
    <w:rsid w:val="0034379D"/>
    <w:rsid w:val="00344702"/>
    <w:rsid w:val="00346FC7"/>
    <w:rsid w:val="00350091"/>
    <w:rsid w:val="00351EDA"/>
    <w:rsid w:val="003526F1"/>
    <w:rsid w:val="003529B4"/>
    <w:rsid w:val="00353AC3"/>
    <w:rsid w:val="003563AC"/>
    <w:rsid w:val="0035641D"/>
    <w:rsid w:val="00356D93"/>
    <w:rsid w:val="003579C0"/>
    <w:rsid w:val="003601B3"/>
    <w:rsid w:val="0036097E"/>
    <w:rsid w:val="00361A95"/>
    <w:rsid w:val="003624E1"/>
    <w:rsid w:val="003629D7"/>
    <w:rsid w:val="00362E09"/>
    <w:rsid w:val="003637A7"/>
    <w:rsid w:val="003643F1"/>
    <w:rsid w:val="00364CD5"/>
    <w:rsid w:val="003678F4"/>
    <w:rsid w:val="00367F25"/>
    <w:rsid w:val="00370CAB"/>
    <w:rsid w:val="00373BD4"/>
    <w:rsid w:val="00373FA7"/>
    <w:rsid w:val="00375EF3"/>
    <w:rsid w:val="00376237"/>
    <w:rsid w:val="003778BC"/>
    <w:rsid w:val="0038023D"/>
    <w:rsid w:val="00381D06"/>
    <w:rsid w:val="00385D0F"/>
    <w:rsid w:val="00387FC6"/>
    <w:rsid w:val="00392514"/>
    <w:rsid w:val="0039263C"/>
    <w:rsid w:val="00392B4B"/>
    <w:rsid w:val="003933BE"/>
    <w:rsid w:val="00394C22"/>
    <w:rsid w:val="003A0198"/>
    <w:rsid w:val="003A053D"/>
    <w:rsid w:val="003A3C53"/>
    <w:rsid w:val="003A4D9D"/>
    <w:rsid w:val="003A4F97"/>
    <w:rsid w:val="003A51D9"/>
    <w:rsid w:val="003A6727"/>
    <w:rsid w:val="003A7BAF"/>
    <w:rsid w:val="003A7F0D"/>
    <w:rsid w:val="003B014E"/>
    <w:rsid w:val="003B234B"/>
    <w:rsid w:val="003B6F2A"/>
    <w:rsid w:val="003B7DFF"/>
    <w:rsid w:val="003C097D"/>
    <w:rsid w:val="003C0A84"/>
    <w:rsid w:val="003C0BD3"/>
    <w:rsid w:val="003C1F1D"/>
    <w:rsid w:val="003C506A"/>
    <w:rsid w:val="003C6528"/>
    <w:rsid w:val="003C6DDE"/>
    <w:rsid w:val="003C7125"/>
    <w:rsid w:val="003C7299"/>
    <w:rsid w:val="003D0EC2"/>
    <w:rsid w:val="003D1EC8"/>
    <w:rsid w:val="003D2201"/>
    <w:rsid w:val="003D293D"/>
    <w:rsid w:val="003D3825"/>
    <w:rsid w:val="003D555A"/>
    <w:rsid w:val="003E254D"/>
    <w:rsid w:val="003E4FE8"/>
    <w:rsid w:val="003F45F2"/>
    <w:rsid w:val="003F513A"/>
    <w:rsid w:val="003F5CDC"/>
    <w:rsid w:val="003F6626"/>
    <w:rsid w:val="003F67C3"/>
    <w:rsid w:val="003F7982"/>
    <w:rsid w:val="00401599"/>
    <w:rsid w:val="00403088"/>
    <w:rsid w:val="00403F4F"/>
    <w:rsid w:val="00404CA2"/>
    <w:rsid w:val="00406B17"/>
    <w:rsid w:val="004101CB"/>
    <w:rsid w:val="0041122C"/>
    <w:rsid w:val="00413D9F"/>
    <w:rsid w:val="00414840"/>
    <w:rsid w:val="004167B7"/>
    <w:rsid w:val="00417492"/>
    <w:rsid w:val="00417BBA"/>
    <w:rsid w:val="00417CA1"/>
    <w:rsid w:val="004201B0"/>
    <w:rsid w:val="004202A9"/>
    <w:rsid w:val="00421B0C"/>
    <w:rsid w:val="00423A37"/>
    <w:rsid w:val="00424600"/>
    <w:rsid w:val="00427C7F"/>
    <w:rsid w:val="00427EFC"/>
    <w:rsid w:val="00431A31"/>
    <w:rsid w:val="00431C86"/>
    <w:rsid w:val="00432456"/>
    <w:rsid w:val="00435932"/>
    <w:rsid w:val="00440C60"/>
    <w:rsid w:val="00441368"/>
    <w:rsid w:val="00443DBE"/>
    <w:rsid w:val="00445E1E"/>
    <w:rsid w:val="004475DF"/>
    <w:rsid w:val="004503DC"/>
    <w:rsid w:val="004503F2"/>
    <w:rsid w:val="00450758"/>
    <w:rsid w:val="00450830"/>
    <w:rsid w:val="00450C8C"/>
    <w:rsid w:val="0045122A"/>
    <w:rsid w:val="00451782"/>
    <w:rsid w:val="00451B49"/>
    <w:rsid w:val="004529B0"/>
    <w:rsid w:val="00452AE6"/>
    <w:rsid w:val="00452C3F"/>
    <w:rsid w:val="0045353A"/>
    <w:rsid w:val="00453ADB"/>
    <w:rsid w:val="00454407"/>
    <w:rsid w:val="0045473E"/>
    <w:rsid w:val="00454EED"/>
    <w:rsid w:val="00456363"/>
    <w:rsid w:val="00456EF7"/>
    <w:rsid w:val="00461198"/>
    <w:rsid w:val="00462FF1"/>
    <w:rsid w:val="00463208"/>
    <w:rsid w:val="00466070"/>
    <w:rsid w:val="00470B3B"/>
    <w:rsid w:val="00470F33"/>
    <w:rsid w:val="00471C61"/>
    <w:rsid w:val="0047283F"/>
    <w:rsid w:val="00472FB4"/>
    <w:rsid w:val="00473003"/>
    <w:rsid w:val="00473266"/>
    <w:rsid w:val="00473D8F"/>
    <w:rsid w:val="004751D3"/>
    <w:rsid w:val="00475D26"/>
    <w:rsid w:val="00475E6A"/>
    <w:rsid w:val="00480F45"/>
    <w:rsid w:val="00481BC3"/>
    <w:rsid w:val="00482F83"/>
    <w:rsid w:val="0048376B"/>
    <w:rsid w:val="00483E9E"/>
    <w:rsid w:val="00484AA9"/>
    <w:rsid w:val="0048583B"/>
    <w:rsid w:val="00486728"/>
    <w:rsid w:val="00487EF7"/>
    <w:rsid w:val="00490715"/>
    <w:rsid w:val="00490BA4"/>
    <w:rsid w:val="00491748"/>
    <w:rsid w:val="00491D6E"/>
    <w:rsid w:val="00492925"/>
    <w:rsid w:val="00492B18"/>
    <w:rsid w:val="0049453C"/>
    <w:rsid w:val="00494E18"/>
    <w:rsid w:val="00497DF4"/>
    <w:rsid w:val="004A0180"/>
    <w:rsid w:val="004A0B3F"/>
    <w:rsid w:val="004A0BFB"/>
    <w:rsid w:val="004A0FBB"/>
    <w:rsid w:val="004A1C77"/>
    <w:rsid w:val="004A2A8C"/>
    <w:rsid w:val="004A39B8"/>
    <w:rsid w:val="004A4CDF"/>
    <w:rsid w:val="004A551A"/>
    <w:rsid w:val="004A57D6"/>
    <w:rsid w:val="004B03A7"/>
    <w:rsid w:val="004B20CF"/>
    <w:rsid w:val="004B22E6"/>
    <w:rsid w:val="004B2422"/>
    <w:rsid w:val="004B33C7"/>
    <w:rsid w:val="004B5982"/>
    <w:rsid w:val="004B59D2"/>
    <w:rsid w:val="004C06D0"/>
    <w:rsid w:val="004C19B1"/>
    <w:rsid w:val="004C4298"/>
    <w:rsid w:val="004C4DDF"/>
    <w:rsid w:val="004C5A00"/>
    <w:rsid w:val="004C7329"/>
    <w:rsid w:val="004D4149"/>
    <w:rsid w:val="004D7D8E"/>
    <w:rsid w:val="004E0ACC"/>
    <w:rsid w:val="004E3102"/>
    <w:rsid w:val="004E3F3D"/>
    <w:rsid w:val="004E463A"/>
    <w:rsid w:val="004E493F"/>
    <w:rsid w:val="004E7CAC"/>
    <w:rsid w:val="004F007D"/>
    <w:rsid w:val="004F0778"/>
    <w:rsid w:val="004F42AD"/>
    <w:rsid w:val="004F4716"/>
    <w:rsid w:val="004F4B36"/>
    <w:rsid w:val="004F6007"/>
    <w:rsid w:val="004F7FEB"/>
    <w:rsid w:val="00500ED4"/>
    <w:rsid w:val="00501697"/>
    <w:rsid w:val="00501E64"/>
    <w:rsid w:val="00504A71"/>
    <w:rsid w:val="005058E4"/>
    <w:rsid w:val="0050642F"/>
    <w:rsid w:val="00511B5D"/>
    <w:rsid w:val="005121E2"/>
    <w:rsid w:val="00514B1B"/>
    <w:rsid w:val="00514DFE"/>
    <w:rsid w:val="00514EF8"/>
    <w:rsid w:val="005160E6"/>
    <w:rsid w:val="0051754B"/>
    <w:rsid w:val="005200CD"/>
    <w:rsid w:val="005206E1"/>
    <w:rsid w:val="00520889"/>
    <w:rsid w:val="00522224"/>
    <w:rsid w:val="00522BFD"/>
    <w:rsid w:val="00523893"/>
    <w:rsid w:val="00527FC3"/>
    <w:rsid w:val="0053138E"/>
    <w:rsid w:val="0053198C"/>
    <w:rsid w:val="00532F12"/>
    <w:rsid w:val="00534997"/>
    <w:rsid w:val="00535714"/>
    <w:rsid w:val="005359E9"/>
    <w:rsid w:val="005411E4"/>
    <w:rsid w:val="00541423"/>
    <w:rsid w:val="00542D1E"/>
    <w:rsid w:val="00544E48"/>
    <w:rsid w:val="00547387"/>
    <w:rsid w:val="00552A93"/>
    <w:rsid w:val="005538E3"/>
    <w:rsid w:val="00553B84"/>
    <w:rsid w:val="00554786"/>
    <w:rsid w:val="00554CB8"/>
    <w:rsid w:val="0055671E"/>
    <w:rsid w:val="0056071E"/>
    <w:rsid w:val="005607F3"/>
    <w:rsid w:val="00561531"/>
    <w:rsid w:val="005615A7"/>
    <w:rsid w:val="00561718"/>
    <w:rsid w:val="00561742"/>
    <w:rsid w:val="00562FD8"/>
    <w:rsid w:val="005632AB"/>
    <w:rsid w:val="00563BBF"/>
    <w:rsid w:val="00565FAD"/>
    <w:rsid w:val="00566A43"/>
    <w:rsid w:val="005718DF"/>
    <w:rsid w:val="00572F91"/>
    <w:rsid w:val="00573D48"/>
    <w:rsid w:val="00574077"/>
    <w:rsid w:val="00574C12"/>
    <w:rsid w:val="00575745"/>
    <w:rsid w:val="005757E7"/>
    <w:rsid w:val="00575CBD"/>
    <w:rsid w:val="005765F6"/>
    <w:rsid w:val="0057758E"/>
    <w:rsid w:val="005800C1"/>
    <w:rsid w:val="00580D5E"/>
    <w:rsid w:val="00584892"/>
    <w:rsid w:val="005848DE"/>
    <w:rsid w:val="00586262"/>
    <w:rsid w:val="00586341"/>
    <w:rsid w:val="0058675F"/>
    <w:rsid w:val="00591082"/>
    <w:rsid w:val="00591607"/>
    <w:rsid w:val="00592276"/>
    <w:rsid w:val="00596506"/>
    <w:rsid w:val="00596E34"/>
    <w:rsid w:val="005A303C"/>
    <w:rsid w:val="005B10A4"/>
    <w:rsid w:val="005B1769"/>
    <w:rsid w:val="005B208E"/>
    <w:rsid w:val="005B2206"/>
    <w:rsid w:val="005B24E1"/>
    <w:rsid w:val="005B3441"/>
    <w:rsid w:val="005B3E76"/>
    <w:rsid w:val="005B40DF"/>
    <w:rsid w:val="005C2198"/>
    <w:rsid w:val="005C4AA0"/>
    <w:rsid w:val="005C6449"/>
    <w:rsid w:val="005C7050"/>
    <w:rsid w:val="005C771B"/>
    <w:rsid w:val="005D0EF5"/>
    <w:rsid w:val="005D3140"/>
    <w:rsid w:val="005D4013"/>
    <w:rsid w:val="005D59E6"/>
    <w:rsid w:val="005D5F19"/>
    <w:rsid w:val="005E0DC4"/>
    <w:rsid w:val="005E1771"/>
    <w:rsid w:val="005E6608"/>
    <w:rsid w:val="005E71AB"/>
    <w:rsid w:val="005E72F2"/>
    <w:rsid w:val="005E7A63"/>
    <w:rsid w:val="005E7EC6"/>
    <w:rsid w:val="005F114C"/>
    <w:rsid w:val="005F4DDB"/>
    <w:rsid w:val="005F4F9C"/>
    <w:rsid w:val="005F6493"/>
    <w:rsid w:val="005F64E8"/>
    <w:rsid w:val="005F6B12"/>
    <w:rsid w:val="00600B6E"/>
    <w:rsid w:val="00600F60"/>
    <w:rsid w:val="0060176F"/>
    <w:rsid w:val="0060328A"/>
    <w:rsid w:val="00603BD6"/>
    <w:rsid w:val="00604678"/>
    <w:rsid w:val="00604AA6"/>
    <w:rsid w:val="00604BA6"/>
    <w:rsid w:val="00604C6A"/>
    <w:rsid w:val="00604DE2"/>
    <w:rsid w:val="00607006"/>
    <w:rsid w:val="006133F0"/>
    <w:rsid w:val="006138B0"/>
    <w:rsid w:val="00614398"/>
    <w:rsid w:val="00617F2F"/>
    <w:rsid w:val="006200D8"/>
    <w:rsid w:val="00620DAC"/>
    <w:rsid w:val="00622388"/>
    <w:rsid w:val="00623E1F"/>
    <w:rsid w:val="00630883"/>
    <w:rsid w:val="00630FC1"/>
    <w:rsid w:val="0063156F"/>
    <w:rsid w:val="00632CA7"/>
    <w:rsid w:val="006333D2"/>
    <w:rsid w:val="00633461"/>
    <w:rsid w:val="006335CA"/>
    <w:rsid w:val="00633D98"/>
    <w:rsid w:val="0063408F"/>
    <w:rsid w:val="00634307"/>
    <w:rsid w:val="0063515F"/>
    <w:rsid w:val="00636898"/>
    <w:rsid w:val="00636E2A"/>
    <w:rsid w:val="006376AE"/>
    <w:rsid w:val="0063773F"/>
    <w:rsid w:val="00637821"/>
    <w:rsid w:val="00640464"/>
    <w:rsid w:val="00640FC1"/>
    <w:rsid w:val="006422ED"/>
    <w:rsid w:val="006431D6"/>
    <w:rsid w:val="00645906"/>
    <w:rsid w:val="006528F2"/>
    <w:rsid w:val="00654548"/>
    <w:rsid w:val="00654AB1"/>
    <w:rsid w:val="00656120"/>
    <w:rsid w:val="006561C8"/>
    <w:rsid w:val="00657F47"/>
    <w:rsid w:val="00660AF3"/>
    <w:rsid w:val="0066114A"/>
    <w:rsid w:val="00663732"/>
    <w:rsid w:val="00664C1B"/>
    <w:rsid w:val="00664DCA"/>
    <w:rsid w:val="00664F9E"/>
    <w:rsid w:val="00665AF9"/>
    <w:rsid w:val="00666EFF"/>
    <w:rsid w:val="006672CD"/>
    <w:rsid w:val="00670B72"/>
    <w:rsid w:val="006714C5"/>
    <w:rsid w:val="00671BB3"/>
    <w:rsid w:val="00673347"/>
    <w:rsid w:val="00673B08"/>
    <w:rsid w:val="006747DB"/>
    <w:rsid w:val="00677843"/>
    <w:rsid w:val="00677DD4"/>
    <w:rsid w:val="006816EF"/>
    <w:rsid w:val="00685566"/>
    <w:rsid w:val="0068649B"/>
    <w:rsid w:val="006866E3"/>
    <w:rsid w:val="00690471"/>
    <w:rsid w:val="00692367"/>
    <w:rsid w:val="00693F38"/>
    <w:rsid w:val="006A0B3C"/>
    <w:rsid w:val="006A1528"/>
    <w:rsid w:val="006A4FE4"/>
    <w:rsid w:val="006A5682"/>
    <w:rsid w:val="006A682A"/>
    <w:rsid w:val="006A68A8"/>
    <w:rsid w:val="006A6E50"/>
    <w:rsid w:val="006A7DC5"/>
    <w:rsid w:val="006B1E63"/>
    <w:rsid w:val="006B34B4"/>
    <w:rsid w:val="006B442C"/>
    <w:rsid w:val="006B4519"/>
    <w:rsid w:val="006B5757"/>
    <w:rsid w:val="006B7100"/>
    <w:rsid w:val="006B737A"/>
    <w:rsid w:val="006B7D35"/>
    <w:rsid w:val="006C0293"/>
    <w:rsid w:val="006C10BD"/>
    <w:rsid w:val="006C2873"/>
    <w:rsid w:val="006C3DC1"/>
    <w:rsid w:val="006C43BD"/>
    <w:rsid w:val="006C4D4A"/>
    <w:rsid w:val="006C6A54"/>
    <w:rsid w:val="006C6B3C"/>
    <w:rsid w:val="006C7FEB"/>
    <w:rsid w:val="006D1762"/>
    <w:rsid w:val="006D1783"/>
    <w:rsid w:val="006D1831"/>
    <w:rsid w:val="006D1926"/>
    <w:rsid w:val="006D24A4"/>
    <w:rsid w:val="006D3463"/>
    <w:rsid w:val="006D4120"/>
    <w:rsid w:val="006D44B5"/>
    <w:rsid w:val="006D48C2"/>
    <w:rsid w:val="006D57D6"/>
    <w:rsid w:val="006D658E"/>
    <w:rsid w:val="006D6C8B"/>
    <w:rsid w:val="006D773F"/>
    <w:rsid w:val="006D783C"/>
    <w:rsid w:val="006E2AC7"/>
    <w:rsid w:val="006E2E09"/>
    <w:rsid w:val="006E3656"/>
    <w:rsid w:val="006E3D03"/>
    <w:rsid w:val="006E4A3F"/>
    <w:rsid w:val="006E6DE3"/>
    <w:rsid w:val="006E6F49"/>
    <w:rsid w:val="006E74B9"/>
    <w:rsid w:val="006F06AA"/>
    <w:rsid w:val="006F06BA"/>
    <w:rsid w:val="006F3D5E"/>
    <w:rsid w:val="006F42E8"/>
    <w:rsid w:val="006F467F"/>
    <w:rsid w:val="006F5BD1"/>
    <w:rsid w:val="006F6C95"/>
    <w:rsid w:val="006F6FCF"/>
    <w:rsid w:val="006F7DAE"/>
    <w:rsid w:val="006F7DDA"/>
    <w:rsid w:val="007013D8"/>
    <w:rsid w:val="00701615"/>
    <w:rsid w:val="00705AC2"/>
    <w:rsid w:val="00707345"/>
    <w:rsid w:val="00710D20"/>
    <w:rsid w:val="00711EEC"/>
    <w:rsid w:val="00712DAB"/>
    <w:rsid w:val="0071306E"/>
    <w:rsid w:val="00714BA4"/>
    <w:rsid w:val="00715C18"/>
    <w:rsid w:val="007174C5"/>
    <w:rsid w:val="007179C8"/>
    <w:rsid w:val="00717A99"/>
    <w:rsid w:val="00717D06"/>
    <w:rsid w:val="007209AE"/>
    <w:rsid w:val="00721344"/>
    <w:rsid w:val="00721A14"/>
    <w:rsid w:val="00721D04"/>
    <w:rsid w:val="007228EE"/>
    <w:rsid w:val="00722E9C"/>
    <w:rsid w:val="00724377"/>
    <w:rsid w:val="007243CC"/>
    <w:rsid w:val="00724E71"/>
    <w:rsid w:val="00725996"/>
    <w:rsid w:val="0072599F"/>
    <w:rsid w:val="00725F57"/>
    <w:rsid w:val="00726CCA"/>
    <w:rsid w:val="00726F70"/>
    <w:rsid w:val="00727102"/>
    <w:rsid w:val="00727D8E"/>
    <w:rsid w:val="00727E48"/>
    <w:rsid w:val="007308CD"/>
    <w:rsid w:val="00731C06"/>
    <w:rsid w:val="0073270F"/>
    <w:rsid w:val="00733171"/>
    <w:rsid w:val="00734817"/>
    <w:rsid w:val="00737223"/>
    <w:rsid w:val="007372B1"/>
    <w:rsid w:val="0073796F"/>
    <w:rsid w:val="00740266"/>
    <w:rsid w:val="007405A0"/>
    <w:rsid w:val="00740CDD"/>
    <w:rsid w:val="00742352"/>
    <w:rsid w:val="00744095"/>
    <w:rsid w:val="007454DB"/>
    <w:rsid w:val="00745698"/>
    <w:rsid w:val="00745989"/>
    <w:rsid w:val="00746248"/>
    <w:rsid w:val="00752A0D"/>
    <w:rsid w:val="00752BFA"/>
    <w:rsid w:val="00752EC4"/>
    <w:rsid w:val="00753E39"/>
    <w:rsid w:val="00754F08"/>
    <w:rsid w:val="007551B5"/>
    <w:rsid w:val="0076095B"/>
    <w:rsid w:val="00760C54"/>
    <w:rsid w:val="0076197E"/>
    <w:rsid w:val="00761E18"/>
    <w:rsid w:val="00761FD2"/>
    <w:rsid w:val="00762121"/>
    <w:rsid w:val="00762637"/>
    <w:rsid w:val="00763B27"/>
    <w:rsid w:val="00764176"/>
    <w:rsid w:val="00765F11"/>
    <w:rsid w:val="007664A2"/>
    <w:rsid w:val="007666EF"/>
    <w:rsid w:val="00770338"/>
    <w:rsid w:val="00774664"/>
    <w:rsid w:val="00776AB6"/>
    <w:rsid w:val="0077792E"/>
    <w:rsid w:val="00777A20"/>
    <w:rsid w:val="00781714"/>
    <w:rsid w:val="007817D2"/>
    <w:rsid w:val="00782B9C"/>
    <w:rsid w:val="0078565C"/>
    <w:rsid w:val="00786389"/>
    <w:rsid w:val="00787314"/>
    <w:rsid w:val="00787533"/>
    <w:rsid w:val="00791DAE"/>
    <w:rsid w:val="007933D1"/>
    <w:rsid w:val="007941D5"/>
    <w:rsid w:val="007944CC"/>
    <w:rsid w:val="0079486E"/>
    <w:rsid w:val="00794EDF"/>
    <w:rsid w:val="00795999"/>
    <w:rsid w:val="00796238"/>
    <w:rsid w:val="007973A6"/>
    <w:rsid w:val="007977C9"/>
    <w:rsid w:val="007A0D2B"/>
    <w:rsid w:val="007A2455"/>
    <w:rsid w:val="007A2CE1"/>
    <w:rsid w:val="007A3586"/>
    <w:rsid w:val="007A4426"/>
    <w:rsid w:val="007A4503"/>
    <w:rsid w:val="007A5103"/>
    <w:rsid w:val="007A5D44"/>
    <w:rsid w:val="007A6E4C"/>
    <w:rsid w:val="007B489C"/>
    <w:rsid w:val="007B6ED6"/>
    <w:rsid w:val="007B7783"/>
    <w:rsid w:val="007C0D73"/>
    <w:rsid w:val="007C2E65"/>
    <w:rsid w:val="007C327D"/>
    <w:rsid w:val="007C34C1"/>
    <w:rsid w:val="007C4923"/>
    <w:rsid w:val="007C4A5E"/>
    <w:rsid w:val="007C7C81"/>
    <w:rsid w:val="007D0051"/>
    <w:rsid w:val="007D0697"/>
    <w:rsid w:val="007D12BB"/>
    <w:rsid w:val="007D158C"/>
    <w:rsid w:val="007D1FFC"/>
    <w:rsid w:val="007D2C12"/>
    <w:rsid w:val="007D316E"/>
    <w:rsid w:val="007D35AF"/>
    <w:rsid w:val="007D39BB"/>
    <w:rsid w:val="007D3CE8"/>
    <w:rsid w:val="007D59D6"/>
    <w:rsid w:val="007D5C77"/>
    <w:rsid w:val="007D7FAF"/>
    <w:rsid w:val="007E0307"/>
    <w:rsid w:val="007E0F98"/>
    <w:rsid w:val="007E1CB3"/>
    <w:rsid w:val="007E1FDD"/>
    <w:rsid w:val="007E2257"/>
    <w:rsid w:val="007E3E4B"/>
    <w:rsid w:val="007E4ED2"/>
    <w:rsid w:val="007E5C3D"/>
    <w:rsid w:val="007E723E"/>
    <w:rsid w:val="007F3587"/>
    <w:rsid w:val="007F398F"/>
    <w:rsid w:val="007F5DDE"/>
    <w:rsid w:val="008019EE"/>
    <w:rsid w:val="00804325"/>
    <w:rsid w:val="00804D80"/>
    <w:rsid w:val="00804E10"/>
    <w:rsid w:val="00804E8E"/>
    <w:rsid w:val="00805F27"/>
    <w:rsid w:val="00806B81"/>
    <w:rsid w:val="00811D90"/>
    <w:rsid w:val="008143F2"/>
    <w:rsid w:val="0081546E"/>
    <w:rsid w:val="00815819"/>
    <w:rsid w:val="00815D59"/>
    <w:rsid w:val="00816A5C"/>
    <w:rsid w:val="00816EC0"/>
    <w:rsid w:val="00820087"/>
    <w:rsid w:val="00820A02"/>
    <w:rsid w:val="00821F31"/>
    <w:rsid w:val="008222B3"/>
    <w:rsid w:val="008230A6"/>
    <w:rsid w:val="00824566"/>
    <w:rsid w:val="008246AF"/>
    <w:rsid w:val="008249EB"/>
    <w:rsid w:val="0082500F"/>
    <w:rsid w:val="00826C6E"/>
    <w:rsid w:val="008277EE"/>
    <w:rsid w:val="00830EDD"/>
    <w:rsid w:val="00831430"/>
    <w:rsid w:val="00832BE7"/>
    <w:rsid w:val="00834AFF"/>
    <w:rsid w:val="0083550F"/>
    <w:rsid w:val="008355EE"/>
    <w:rsid w:val="00836DA0"/>
    <w:rsid w:val="0083770C"/>
    <w:rsid w:val="00840103"/>
    <w:rsid w:val="0084026A"/>
    <w:rsid w:val="00841956"/>
    <w:rsid w:val="0085580A"/>
    <w:rsid w:val="008561D7"/>
    <w:rsid w:val="00856D0E"/>
    <w:rsid w:val="008575DF"/>
    <w:rsid w:val="008602A3"/>
    <w:rsid w:val="00861015"/>
    <w:rsid w:val="00861B9A"/>
    <w:rsid w:val="00862F69"/>
    <w:rsid w:val="00863538"/>
    <w:rsid w:val="0087070D"/>
    <w:rsid w:val="00870AA2"/>
    <w:rsid w:val="00871AE2"/>
    <w:rsid w:val="00874CE7"/>
    <w:rsid w:val="00877127"/>
    <w:rsid w:val="00877930"/>
    <w:rsid w:val="008839DD"/>
    <w:rsid w:val="00883AFD"/>
    <w:rsid w:val="00884C63"/>
    <w:rsid w:val="008857CC"/>
    <w:rsid w:val="008868E6"/>
    <w:rsid w:val="00886DD2"/>
    <w:rsid w:val="008870F5"/>
    <w:rsid w:val="00890245"/>
    <w:rsid w:val="0089043E"/>
    <w:rsid w:val="0089065A"/>
    <w:rsid w:val="0089332E"/>
    <w:rsid w:val="008937CE"/>
    <w:rsid w:val="00894C5D"/>
    <w:rsid w:val="00895423"/>
    <w:rsid w:val="00896450"/>
    <w:rsid w:val="00897E5E"/>
    <w:rsid w:val="008A0A78"/>
    <w:rsid w:val="008A0B83"/>
    <w:rsid w:val="008A1C0D"/>
    <w:rsid w:val="008A247C"/>
    <w:rsid w:val="008A353B"/>
    <w:rsid w:val="008A3704"/>
    <w:rsid w:val="008A3DC9"/>
    <w:rsid w:val="008A659D"/>
    <w:rsid w:val="008A6AE1"/>
    <w:rsid w:val="008A6F56"/>
    <w:rsid w:val="008A710B"/>
    <w:rsid w:val="008B03D6"/>
    <w:rsid w:val="008B08A5"/>
    <w:rsid w:val="008B2531"/>
    <w:rsid w:val="008B3B9D"/>
    <w:rsid w:val="008B4793"/>
    <w:rsid w:val="008B4F3D"/>
    <w:rsid w:val="008B51EA"/>
    <w:rsid w:val="008C0C54"/>
    <w:rsid w:val="008C1532"/>
    <w:rsid w:val="008C18E5"/>
    <w:rsid w:val="008C1A1C"/>
    <w:rsid w:val="008C29DC"/>
    <w:rsid w:val="008C2C71"/>
    <w:rsid w:val="008C2CBE"/>
    <w:rsid w:val="008C339F"/>
    <w:rsid w:val="008C5CA0"/>
    <w:rsid w:val="008C7E60"/>
    <w:rsid w:val="008D027B"/>
    <w:rsid w:val="008D11BB"/>
    <w:rsid w:val="008D3905"/>
    <w:rsid w:val="008D7DDA"/>
    <w:rsid w:val="008D7FF3"/>
    <w:rsid w:val="008E016A"/>
    <w:rsid w:val="008E4551"/>
    <w:rsid w:val="008E5574"/>
    <w:rsid w:val="008E6766"/>
    <w:rsid w:val="008F123A"/>
    <w:rsid w:val="008F2771"/>
    <w:rsid w:val="008F3EEA"/>
    <w:rsid w:val="008F49E6"/>
    <w:rsid w:val="008F55B4"/>
    <w:rsid w:val="008F65A0"/>
    <w:rsid w:val="008F6AF0"/>
    <w:rsid w:val="00902163"/>
    <w:rsid w:val="009028B6"/>
    <w:rsid w:val="00902ADB"/>
    <w:rsid w:val="00902B94"/>
    <w:rsid w:val="00904609"/>
    <w:rsid w:val="00906E8D"/>
    <w:rsid w:val="00907B5D"/>
    <w:rsid w:val="0091034B"/>
    <w:rsid w:val="00911809"/>
    <w:rsid w:val="00911C75"/>
    <w:rsid w:val="00912093"/>
    <w:rsid w:val="00912804"/>
    <w:rsid w:val="00912B2E"/>
    <w:rsid w:val="009136F9"/>
    <w:rsid w:val="0091584D"/>
    <w:rsid w:val="00920AB1"/>
    <w:rsid w:val="00921D94"/>
    <w:rsid w:val="00922130"/>
    <w:rsid w:val="00922EB1"/>
    <w:rsid w:val="0092321B"/>
    <w:rsid w:val="00924CC3"/>
    <w:rsid w:val="00924ED2"/>
    <w:rsid w:val="0092649F"/>
    <w:rsid w:val="00930404"/>
    <w:rsid w:val="00930455"/>
    <w:rsid w:val="009306F1"/>
    <w:rsid w:val="0093277C"/>
    <w:rsid w:val="0093289A"/>
    <w:rsid w:val="00933859"/>
    <w:rsid w:val="0093547D"/>
    <w:rsid w:val="009355AA"/>
    <w:rsid w:val="00935F66"/>
    <w:rsid w:val="009365E2"/>
    <w:rsid w:val="00940581"/>
    <w:rsid w:val="00940812"/>
    <w:rsid w:val="00940D4E"/>
    <w:rsid w:val="00941B36"/>
    <w:rsid w:val="00944CBD"/>
    <w:rsid w:val="00944E76"/>
    <w:rsid w:val="009453B4"/>
    <w:rsid w:val="00946E4E"/>
    <w:rsid w:val="009515E4"/>
    <w:rsid w:val="00951932"/>
    <w:rsid w:val="009519C9"/>
    <w:rsid w:val="00952039"/>
    <w:rsid w:val="00952391"/>
    <w:rsid w:val="00954A1D"/>
    <w:rsid w:val="00954D38"/>
    <w:rsid w:val="00955E55"/>
    <w:rsid w:val="00956FE9"/>
    <w:rsid w:val="00957E6E"/>
    <w:rsid w:val="00962AF6"/>
    <w:rsid w:val="0096320D"/>
    <w:rsid w:val="0096381B"/>
    <w:rsid w:val="00966056"/>
    <w:rsid w:val="00966844"/>
    <w:rsid w:val="00967609"/>
    <w:rsid w:val="009704A1"/>
    <w:rsid w:val="00975251"/>
    <w:rsid w:val="00975F76"/>
    <w:rsid w:val="00976785"/>
    <w:rsid w:val="00976D7A"/>
    <w:rsid w:val="00977ADE"/>
    <w:rsid w:val="0098374A"/>
    <w:rsid w:val="009842F5"/>
    <w:rsid w:val="00985712"/>
    <w:rsid w:val="00985C10"/>
    <w:rsid w:val="009902DE"/>
    <w:rsid w:val="009A270E"/>
    <w:rsid w:val="009A3394"/>
    <w:rsid w:val="009A397F"/>
    <w:rsid w:val="009A3A01"/>
    <w:rsid w:val="009A5AAC"/>
    <w:rsid w:val="009A64C1"/>
    <w:rsid w:val="009A6620"/>
    <w:rsid w:val="009A7310"/>
    <w:rsid w:val="009A781B"/>
    <w:rsid w:val="009B4CA1"/>
    <w:rsid w:val="009B5D87"/>
    <w:rsid w:val="009B6078"/>
    <w:rsid w:val="009C0890"/>
    <w:rsid w:val="009C146F"/>
    <w:rsid w:val="009C1C67"/>
    <w:rsid w:val="009C31B5"/>
    <w:rsid w:val="009C35EC"/>
    <w:rsid w:val="009C3718"/>
    <w:rsid w:val="009C3DD5"/>
    <w:rsid w:val="009C3E9A"/>
    <w:rsid w:val="009C4245"/>
    <w:rsid w:val="009C433C"/>
    <w:rsid w:val="009C61B1"/>
    <w:rsid w:val="009C7020"/>
    <w:rsid w:val="009D1161"/>
    <w:rsid w:val="009D2592"/>
    <w:rsid w:val="009D27E2"/>
    <w:rsid w:val="009D356A"/>
    <w:rsid w:val="009D3689"/>
    <w:rsid w:val="009D3FDF"/>
    <w:rsid w:val="009D7EE4"/>
    <w:rsid w:val="009E287C"/>
    <w:rsid w:val="009E4A02"/>
    <w:rsid w:val="009E4CC8"/>
    <w:rsid w:val="009E5CEC"/>
    <w:rsid w:val="009E6034"/>
    <w:rsid w:val="009E7287"/>
    <w:rsid w:val="009F2AA6"/>
    <w:rsid w:val="009F46DC"/>
    <w:rsid w:val="009F69AE"/>
    <w:rsid w:val="009F7789"/>
    <w:rsid w:val="00A00857"/>
    <w:rsid w:val="00A01CC6"/>
    <w:rsid w:val="00A02458"/>
    <w:rsid w:val="00A02BD1"/>
    <w:rsid w:val="00A041D2"/>
    <w:rsid w:val="00A04A1A"/>
    <w:rsid w:val="00A04AC6"/>
    <w:rsid w:val="00A06051"/>
    <w:rsid w:val="00A100C2"/>
    <w:rsid w:val="00A111E2"/>
    <w:rsid w:val="00A122E4"/>
    <w:rsid w:val="00A12861"/>
    <w:rsid w:val="00A16A20"/>
    <w:rsid w:val="00A16DEF"/>
    <w:rsid w:val="00A206F4"/>
    <w:rsid w:val="00A22E0B"/>
    <w:rsid w:val="00A231B5"/>
    <w:rsid w:val="00A235E0"/>
    <w:rsid w:val="00A245A6"/>
    <w:rsid w:val="00A246F9"/>
    <w:rsid w:val="00A32C50"/>
    <w:rsid w:val="00A358A3"/>
    <w:rsid w:val="00A35E4D"/>
    <w:rsid w:val="00A36084"/>
    <w:rsid w:val="00A36E63"/>
    <w:rsid w:val="00A4024D"/>
    <w:rsid w:val="00A42891"/>
    <w:rsid w:val="00A43358"/>
    <w:rsid w:val="00A43512"/>
    <w:rsid w:val="00A43AC6"/>
    <w:rsid w:val="00A43D45"/>
    <w:rsid w:val="00A453C0"/>
    <w:rsid w:val="00A454F7"/>
    <w:rsid w:val="00A45D43"/>
    <w:rsid w:val="00A46858"/>
    <w:rsid w:val="00A47769"/>
    <w:rsid w:val="00A47C54"/>
    <w:rsid w:val="00A50259"/>
    <w:rsid w:val="00A523D6"/>
    <w:rsid w:val="00A53BCA"/>
    <w:rsid w:val="00A542E5"/>
    <w:rsid w:val="00A5440F"/>
    <w:rsid w:val="00A54A82"/>
    <w:rsid w:val="00A55EBA"/>
    <w:rsid w:val="00A578C1"/>
    <w:rsid w:val="00A600B4"/>
    <w:rsid w:val="00A63E26"/>
    <w:rsid w:val="00A653C3"/>
    <w:rsid w:val="00A6585A"/>
    <w:rsid w:val="00A65A72"/>
    <w:rsid w:val="00A674B6"/>
    <w:rsid w:val="00A67815"/>
    <w:rsid w:val="00A67B5D"/>
    <w:rsid w:val="00A704E1"/>
    <w:rsid w:val="00A7082C"/>
    <w:rsid w:val="00A73CE0"/>
    <w:rsid w:val="00A74F91"/>
    <w:rsid w:val="00A76063"/>
    <w:rsid w:val="00A7686F"/>
    <w:rsid w:val="00A76BF7"/>
    <w:rsid w:val="00A77D3C"/>
    <w:rsid w:val="00A77E64"/>
    <w:rsid w:val="00A83E86"/>
    <w:rsid w:val="00A85B00"/>
    <w:rsid w:val="00A87DC6"/>
    <w:rsid w:val="00A91718"/>
    <w:rsid w:val="00A91CCF"/>
    <w:rsid w:val="00A93866"/>
    <w:rsid w:val="00A94270"/>
    <w:rsid w:val="00A960EF"/>
    <w:rsid w:val="00A96783"/>
    <w:rsid w:val="00A96A08"/>
    <w:rsid w:val="00A97E74"/>
    <w:rsid w:val="00AA0850"/>
    <w:rsid w:val="00AA3FDC"/>
    <w:rsid w:val="00AA4361"/>
    <w:rsid w:val="00AA538A"/>
    <w:rsid w:val="00AA6018"/>
    <w:rsid w:val="00AA7A72"/>
    <w:rsid w:val="00AB1487"/>
    <w:rsid w:val="00AB24DA"/>
    <w:rsid w:val="00AB2E11"/>
    <w:rsid w:val="00AB3520"/>
    <w:rsid w:val="00AB4136"/>
    <w:rsid w:val="00AB4329"/>
    <w:rsid w:val="00AB4772"/>
    <w:rsid w:val="00AB48F2"/>
    <w:rsid w:val="00AB4D5C"/>
    <w:rsid w:val="00AC149C"/>
    <w:rsid w:val="00AC1F42"/>
    <w:rsid w:val="00AC4403"/>
    <w:rsid w:val="00AC4ED9"/>
    <w:rsid w:val="00AC555C"/>
    <w:rsid w:val="00AC60FA"/>
    <w:rsid w:val="00AC63AB"/>
    <w:rsid w:val="00AD06CE"/>
    <w:rsid w:val="00AD0870"/>
    <w:rsid w:val="00AD0FA0"/>
    <w:rsid w:val="00AD2DCA"/>
    <w:rsid w:val="00AD447A"/>
    <w:rsid w:val="00AD5411"/>
    <w:rsid w:val="00AE215B"/>
    <w:rsid w:val="00AE3042"/>
    <w:rsid w:val="00AE3DE8"/>
    <w:rsid w:val="00AE7483"/>
    <w:rsid w:val="00AE7487"/>
    <w:rsid w:val="00AE7489"/>
    <w:rsid w:val="00AE7A8F"/>
    <w:rsid w:val="00AE7C37"/>
    <w:rsid w:val="00AE7C8D"/>
    <w:rsid w:val="00AF215A"/>
    <w:rsid w:val="00AF2F49"/>
    <w:rsid w:val="00AF2FA6"/>
    <w:rsid w:val="00AF302A"/>
    <w:rsid w:val="00AF4F5B"/>
    <w:rsid w:val="00AF5928"/>
    <w:rsid w:val="00AF6824"/>
    <w:rsid w:val="00B00312"/>
    <w:rsid w:val="00B00DA1"/>
    <w:rsid w:val="00B0121D"/>
    <w:rsid w:val="00B0201B"/>
    <w:rsid w:val="00B035D9"/>
    <w:rsid w:val="00B041D4"/>
    <w:rsid w:val="00B049DB"/>
    <w:rsid w:val="00B04A61"/>
    <w:rsid w:val="00B0768F"/>
    <w:rsid w:val="00B07F85"/>
    <w:rsid w:val="00B12D64"/>
    <w:rsid w:val="00B12DD3"/>
    <w:rsid w:val="00B1612F"/>
    <w:rsid w:val="00B20973"/>
    <w:rsid w:val="00B21568"/>
    <w:rsid w:val="00B22275"/>
    <w:rsid w:val="00B2301D"/>
    <w:rsid w:val="00B23538"/>
    <w:rsid w:val="00B23F06"/>
    <w:rsid w:val="00B268C2"/>
    <w:rsid w:val="00B26F99"/>
    <w:rsid w:val="00B27047"/>
    <w:rsid w:val="00B27BBE"/>
    <w:rsid w:val="00B30ACC"/>
    <w:rsid w:val="00B3127F"/>
    <w:rsid w:val="00B3336A"/>
    <w:rsid w:val="00B344D8"/>
    <w:rsid w:val="00B34504"/>
    <w:rsid w:val="00B34DB9"/>
    <w:rsid w:val="00B35072"/>
    <w:rsid w:val="00B35945"/>
    <w:rsid w:val="00B35B0A"/>
    <w:rsid w:val="00B36E29"/>
    <w:rsid w:val="00B372B0"/>
    <w:rsid w:val="00B37CDB"/>
    <w:rsid w:val="00B41DBB"/>
    <w:rsid w:val="00B44026"/>
    <w:rsid w:val="00B44110"/>
    <w:rsid w:val="00B45D26"/>
    <w:rsid w:val="00B46769"/>
    <w:rsid w:val="00B476BC"/>
    <w:rsid w:val="00B47F75"/>
    <w:rsid w:val="00B50B3C"/>
    <w:rsid w:val="00B5298D"/>
    <w:rsid w:val="00B53653"/>
    <w:rsid w:val="00B53BCD"/>
    <w:rsid w:val="00B56F01"/>
    <w:rsid w:val="00B57D1C"/>
    <w:rsid w:val="00B607AD"/>
    <w:rsid w:val="00B60F2D"/>
    <w:rsid w:val="00B61367"/>
    <w:rsid w:val="00B631C9"/>
    <w:rsid w:val="00B67844"/>
    <w:rsid w:val="00B700F4"/>
    <w:rsid w:val="00B7040F"/>
    <w:rsid w:val="00B70978"/>
    <w:rsid w:val="00B70D59"/>
    <w:rsid w:val="00B73D40"/>
    <w:rsid w:val="00B7421A"/>
    <w:rsid w:val="00B74A29"/>
    <w:rsid w:val="00B74CC1"/>
    <w:rsid w:val="00B76F91"/>
    <w:rsid w:val="00B7736C"/>
    <w:rsid w:val="00B80470"/>
    <w:rsid w:val="00B82523"/>
    <w:rsid w:val="00B839BD"/>
    <w:rsid w:val="00B84B52"/>
    <w:rsid w:val="00B868A1"/>
    <w:rsid w:val="00B87F52"/>
    <w:rsid w:val="00B91972"/>
    <w:rsid w:val="00B93C4D"/>
    <w:rsid w:val="00B960EA"/>
    <w:rsid w:val="00B975CA"/>
    <w:rsid w:val="00BA03F6"/>
    <w:rsid w:val="00BA1624"/>
    <w:rsid w:val="00BA2CF7"/>
    <w:rsid w:val="00BA3097"/>
    <w:rsid w:val="00BA3FD3"/>
    <w:rsid w:val="00BA4C0A"/>
    <w:rsid w:val="00BA5560"/>
    <w:rsid w:val="00BA6A02"/>
    <w:rsid w:val="00BA7571"/>
    <w:rsid w:val="00BA7BAD"/>
    <w:rsid w:val="00BB08A6"/>
    <w:rsid w:val="00BB0EDB"/>
    <w:rsid w:val="00BB12D2"/>
    <w:rsid w:val="00BB1464"/>
    <w:rsid w:val="00BB1ED8"/>
    <w:rsid w:val="00BB289B"/>
    <w:rsid w:val="00BB2D09"/>
    <w:rsid w:val="00BB389E"/>
    <w:rsid w:val="00BB4374"/>
    <w:rsid w:val="00BC2202"/>
    <w:rsid w:val="00BC27B2"/>
    <w:rsid w:val="00BC64D0"/>
    <w:rsid w:val="00BC67F6"/>
    <w:rsid w:val="00BD141C"/>
    <w:rsid w:val="00BD173A"/>
    <w:rsid w:val="00BD3CDC"/>
    <w:rsid w:val="00BD4449"/>
    <w:rsid w:val="00BD4B74"/>
    <w:rsid w:val="00BD5B80"/>
    <w:rsid w:val="00BD61BE"/>
    <w:rsid w:val="00BD7C4D"/>
    <w:rsid w:val="00BE396F"/>
    <w:rsid w:val="00BE3D28"/>
    <w:rsid w:val="00BE56F2"/>
    <w:rsid w:val="00BE5B66"/>
    <w:rsid w:val="00BE6EA5"/>
    <w:rsid w:val="00BE7961"/>
    <w:rsid w:val="00BF1160"/>
    <w:rsid w:val="00BF1319"/>
    <w:rsid w:val="00BF16E5"/>
    <w:rsid w:val="00BF1912"/>
    <w:rsid w:val="00BF192C"/>
    <w:rsid w:val="00BF1DFC"/>
    <w:rsid w:val="00BF3ECD"/>
    <w:rsid w:val="00BF4A44"/>
    <w:rsid w:val="00BF5861"/>
    <w:rsid w:val="00BF58B5"/>
    <w:rsid w:val="00BF7F39"/>
    <w:rsid w:val="00C00111"/>
    <w:rsid w:val="00C0151E"/>
    <w:rsid w:val="00C01CB3"/>
    <w:rsid w:val="00C02DCE"/>
    <w:rsid w:val="00C033CE"/>
    <w:rsid w:val="00C0379B"/>
    <w:rsid w:val="00C04A42"/>
    <w:rsid w:val="00C051ED"/>
    <w:rsid w:val="00C0567C"/>
    <w:rsid w:val="00C0753B"/>
    <w:rsid w:val="00C07E5B"/>
    <w:rsid w:val="00C1353E"/>
    <w:rsid w:val="00C15DB9"/>
    <w:rsid w:val="00C16930"/>
    <w:rsid w:val="00C176A5"/>
    <w:rsid w:val="00C22B31"/>
    <w:rsid w:val="00C23583"/>
    <w:rsid w:val="00C25D08"/>
    <w:rsid w:val="00C26412"/>
    <w:rsid w:val="00C2731F"/>
    <w:rsid w:val="00C27B44"/>
    <w:rsid w:val="00C31455"/>
    <w:rsid w:val="00C31683"/>
    <w:rsid w:val="00C31FC1"/>
    <w:rsid w:val="00C32205"/>
    <w:rsid w:val="00C32269"/>
    <w:rsid w:val="00C32C86"/>
    <w:rsid w:val="00C33B1E"/>
    <w:rsid w:val="00C341D9"/>
    <w:rsid w:val="00C346E9"/>
    <w:rsid w:val="00C34C8C"/>
    <w:rsid w:val="00C35494"/>
    <w:rsid w:val="00C36292"/>
    <w:rsid w:val="00C4026B"/>
    <w:rsid w:val="00C40311"/>
    <w:rsid w:val="00C40812"/>
    <w:rsid w:val="00C41B79"/>
    <w:rsid w:val="00C450ED"/>
    <w:rsid w:val="00C45304"/>
    <w:rsid w:val="00C45F5B"/>
    <w:rsid w:val="00C46262"/>
    <w:rsid w:val="00C46937"/>
    <w:rsid w:val="00C506CB"/>
    <w:rsid w:val="00C51028"/>
    <w:rsid w:val="00C51D80"/>
    <w:rsid w:val="00C52E3A"/>
    <w:rsid w:val="00C52EEF"/>
    <w:rsid w:val="00C53192"/>
    <w:rsid w:val="00C533D5"/>
    <w:rsid w:val="00C53BCC"/>
    <w:rsid w:val="00C54AE8"/>
    <w:rsid w:val="00C5555B"/>
    <w:rsid w:val="00C562EE"/>
    <w:rsid w:val="00C56B6B"/>
    <w:rsid w:val="00C61A2A"/>
    <w:rsid w:val="00C6264A"/>
    <w:rsid w:val="00C63E83"/>
    <w:rsid w:val="00C64330"/>
    <w:rsid w:val="00C6537E"/>
    <w:rsid w:val="00C65432"/>
    <w:rsid w:val="00C7441D"/>
    <w:rsid w:val="00C75CA5"/>
    <w:rsid w:val="00C76796"/>
    <w:rsid w:val="00C768A4"/>
    <w:rsid w:val="00C775EB"/>
    <w:rsid w:val="00C779D4"/>
    <w:rsid w:val="00C80EB1"/>
    <w:rsid w:val="00C83861"/>
    <w:rsid w:val="00C87691"/>
    <w:rsid w:val="00C91FC9"/>
    <w:rsid w:val="00C923CC"/>
    <w:rsid w:val="00C923DF"/>
    <w:rsid w:val="00C92820"/>
    <w:rsid w:val="00C943B4"/>
    <w:rsid w:val="00C94D47"/>
    <w:rsid w:val="00C95854"/>
    <w:rsid w:val="00C95EEF"/>
    <w:rsid w:val="00C96948"/>
    <w:rsid w:val="00CA0098"/>
    <w:rsid w:val="00CA0272"/>
    <w:rsid w:val="00CA1429"/>
    <w:rsid w:val="00CA1AC6"/>
    <w:rsid w:val="00CA24A4"/>
    <w:rsid w:val="00CA3ADB"/>
    <w:rsid w:val="00CA4514"/>
    <w:rsid w:val="00CA5D80"/>
    <w:rsid w:val="00CA6580"/>
    <w:rsid w:val="00CA7072"/>
    <w:rsid w:val="00CA7DC8"/>
    <w:rsid w:val="00CB168F"/>
    <w:rsid w:val="00CB245B"/>
    <w:rsid w:val="00CB4FF2"/>
    <w:rsid w:val="00CB55D8"/>
    <w:rsid w:val="00CC0763"/>
    <w:rsid w:val="00CC1946"/>
    <w:rsid w:val="00CC1DE0"/>
    <w:rsid w:val="00CC1E14"/>
    <w:rsid w:val="00CC3529"/>
    <w:rsid w:val="00CC38BF"/>
    <w:rsid w:val="00CC3909"/>
    <w:rsid w:val="00CC40FF"/>
    <w:rsid w:val="00CC4764"/>
    <w:rsid w:val="00CC4A37"/>
    <w:rsid w:val="00CC4CC3"/>
    <w:rsid w:val="00CC76BA"/>
    <w:rsid w:val="00CD2359"/>
    <w:rsid w:val="00CD5303"/>
    <w:rsid w:val="00CD634A"/>
    <w:rsid w:val="00CE0245"/>
    <w:rsid w:val="00CE1C32"/>
    <w:rsid w:val="00CE332A"/>
    <w:rsid w:val="00CE43AC"/>
    <w:rsid w:val="00CE4AC1"/>
    <w:rsid w:val="00CF01A2"/>
    <w:rsid w:val="00CF306E"/>
    <w:rsid w:val="00CF398A"/>
    <w:rsid w:val="00CF3EA7"/>
    <w:rsid w:val="00CF4ED3"/>
    <w:rsid w:val="00CF4F6C"/>
    <w:rsid w:val="00CF5183"/>
    <w:rsid w:val="00CF58F3"/>
    <w:rsid w:val="00CF62BD"/>
    <w:rsid w:val="00D00A25"/>
    <w:rsid w:val="00D01B55"/>
    <w:rsid w:val="00D02DCF"/>
    <w:rsid w:val="00D03449"/>
    <w:rsid w:val="00D03866"/>
    <w:rsid w:val="00D03EAB"/>
    <w:rsid w:val="00D0480D"/>
    <w:rsid w:val="00D04D47"/>
    <w:rsid w:val="00D06DB8"/>
    <w:rsid w:val="00D10FCE"/>
    <w:rsid w:val="00D11DB4"/>
    <w:rsid w:val="00D122DA"/>
    <w:rsid w:val="00D20A7C"/>
    <w:rsid w:val="00D22D41"/>
    <w:rsid w:val="00D2320A"/>
    <w:rsid w:val="00D245ED"/>
    <w:rsid w:val="00D24AA1"/>
    <w:rsid w:val="00D250DD"/>
    <w:rsid w:val="00D25A68"/>
    <w:rsid w:val="00D260FD"/>
    <w:rsid w:val="00D26FC5"/>
    <w:rsid w:val="00D27A36"/>
    <w:rsid w:val="00D310BE"/>
    <w:rsid w:val="00D343C6"/>
    <w:rsid w:val="00D37CAE"/>
    <w:rsid w:val="00D41E1A"/>
    <w:rsid w:val="00D436D9"/>
    <w:rsid w:val="00D43BB3"/>
    <w:rsid w:val="00D43E20"/>
    <w:rsid w:val="00D45010"/>
    <w:rsid w:val="00D453D9"/>
    <w:rsid w:val="00D45EFB"/>
    <w:rsid w:val="00D46B12"/>
    <w:rsid w:val="00D47385"/>
    <w:rsid w:val="00D47DC6"/>
    <w:rsid w:val="00D517DB"/>
    <w:rsid w:val="00D52922"/>
    <w:rsid w:val="00D531C0"/>
    <w:rsid w:val="00D53627"/>
    <w:rsid w:val="00D53F21"/>
    <w:rsid w:val="00D54FD0"/>
    <w:rsid w:val="00D55FA9"/>
    <w:rsid w:val="00D56CB5"/>
    <w:rsid w:val="00D5779D"/>
    <w:rsid w:val="00D60CF1"/>
    <w:rsid w:val="00D613AC"/>
    <w:rsid w:val="00D61573"/>
    <w:rsid w:val="00D6199C"/>
    <w:rsid w:val="00D62AB0"/>
    <w:rsid w:val="00D62B26"/>
    <w:rsid w:val="00D651D3"/>
    <w:rsid w:val="00D67E26"/>
    <w:rsid w:val="00D7006C"/>
    <w:rsid w:val="00D708DA"/>
    <w:rsid w:val="00D70B9C"/>
    <w:rsid w:val="00D70E11"/>
    <w:rsid w:val="00D71BEA"/>
    <w:rsid w:val="00D73711"/>
    <w:rsid w:val="00D742D7"/>
    <w:rsid w:val="00D74604"/>
    <w:rsid w:val="00D760AB"/>
    <w:rsid w:val="00D77EC9"/>
    <w:rsid w:val="00D801E4"/>
    <w:rsid w:val="00D80939"/>
    <w:rsid w:val="00D80AE9"/>
    <w:rsid w:val="00D8194C"/>
    <w:rsid w:val="00D83D5C"/>
    <w:rsid w:val="00D8637A"/>
    <w:rsid w:val="00D876A3"/>
    <w:rsid w:val="00D877B5"/>
    <w:rsid w:val="00D92CE4"/>
    <w:rsid w:val="00D93D35"/>
    <w:rsid w:val="00D945E5"/>
    <w:rsid w:val="00D95336"/>
    <w:rsid w:val="00D9635B"/>
    <w:rsid w:val="00DA1059"/>
    <w:rsid w:val="00DA1731"/>
    <w:rsid w:val="00DA25C0"/>
    <w:rsid w:val="00DA2702"/>
    <w:rsid w:val="00DA39EA"/>
    <w:rsid w:val="00DA3B08"/>
    <w:rsid w:val="00DA6B79"/>
    <w:rsid w:val="00DA7D43"/>
    <w:rsid w:val="00DB087E"/>
    <w:rsid w:val="00DB1A07"/>
    <w:rsid w:val="00DB22F2"/>
    <w:rsid w:val="00DB3141"/>
    <w:rsid w:val="00DB33D6"/>
    <w:rsid w:val="00DB38BD"/>
    <w:rsid w:val="00DB44E4"/>
    <w:rsid w:val="00DB5D70"/>
    <w:rsid w:val="00DB69C5"/>
    <w:rsid w:val="00DB743C"/>
    <w:rsid w:val="00DC1B98"/>
    <w:rsid w:val="00DC41AA"/>
    <w:rsid w:val="00DC5D52"/>
    <w:rsid w:val="00DC683C"/>
    <w:rsid w:val="00DC7D53"/>
    <w:rsid w:val="00DD1DAC"/>
    <w:rsid w:val="00DD26E6"/>
    <w:rsid w:val="00DD41A2"/>
    <w:rsid w:val="00DD52A1"/>
    <w:rsid w:val="00DD54FF"/>
    <w:rsid w:val="00DD56CD"/>
    <w:rsid w:val="00DD65ED"/>
    <w:rsid w:val="00DD68ED"/>
    <w:rsid w:val="00DD7D39"/>
    <w:rsid w:val="00DE02AB"/>
    <w:rsid w:val="00DE1955"/>
    <w:rsid w:val="00DE1C55"/>
    <w:rsid w:val="00DE1F9A"/>
    <w:rsid w:val="00DE21A8"/>
    <w:rsid w:val="00DE23D8"/>
    <w:rsid w:val="00DE25E9"/>
    <w:rsid w:val="00DE4F38"/>
    <w:rsid w:val="00DE5303"/>
    <w:rsid w:val="00DE6857"/>
    <w:rsid w:val="00DE71BB"/>
    <w:rsid w:val="00DF06D5"/>
    <w:rsid w:val="00DF1FBE"/>
    <w:rsid w:val="00DF261E"/>
    <w:rsid w:val="00DF2A4E"/>
    <w:rsid w:val="00DF3B36"/>
    <w:rsid w:val="00DF45AF"/>
    <w:rsid w:val="00DF5C59"/>
    <w:rsid w:val="00DF6504"/>
    <w:rsid w:val="00E011C7"/>
    <w:rsid w:val="00E01487"/>
    <w:rsid w:val="00E033A6"/>
    <w:rsid w:val="00E04C1E"/>
    <w:rsid w:val="00E06E56"/>
    <w:rsid w:val="00E10D1B"/>
    <w:rsid w:val="00E10DCE"/>
    <w:rsid w:val="00E122C8"/>
    <w:rsid w:val="00E13356"/>
    <w:rsid w:val="00E1496B"/>
    <w:rsid w:val="00E1633D"/>
    <w:rsid w:val="00E201D9"/>
    <w:rsid w:val="00E206E1"/>
    <w:rsid w:val="00E2077F"/>
    <w:rsid w:val="00E220C8"/>
    <w:rsid w:val="00E22EC5"/>
    <w:rsid w:val="00E238B7"/>
    <w:rsid w:val="00E24254"/>
    <w:rsid w:val="00E242C1"/>
    <w:rsid w:val="00E2638B"/>
    <w:rsid w:val="00E30086"/>
    <w:rsid w:val="00E3282A"/>
    <w:rsid w:val="00E345E1"/>
    <w:rsid w:val="00E373DC"/>
    <w:rsid w:val="00E37910"/>
    <w:rsid w:val="00E37B54"/>
    <w:rsid w:val="00E40834"/>
    <w:rsid w:val="00E40DC5"/>
    <w:rsid w:val="00E413E8"/>
    <w:rsid w:val="00E42106"/>
    <w:rsid w:val="00E42512"/>
    <w:rsid w:val="00E43A06"/>
    <w:rsid w:val="00E445DC"/>
    <w:rsid w:val="00E45D87"/>
    <w:rsid w:val="00E461E7"/>
    <w:rsid w:val="00E467C8"/>
    <w:rsid w:val="00E46E45"/>
    <w:rsid w:val="00E506C8"/>
    <w:rsid w:val="00E51F6A"/>
    <w:rsid w:val="00E5359A"/>
    <w:rsid w:val="00E56C39"/>
    <w:rsid w:val="00E601AA"/>
    <w:rsid w:val="00E60C0A"/>
    <w:rsid w:val="00E6137F"/>
    <w:rsid w:val="00E613A1"/>
    <w:rsid w:val="00E614BC"/>
    <w:rsid w:val="00E61EF4"/>
    <w:rsid w:val="00E64E71"/>
    <w:rsid w:val="00E65239"/>
    <w:rsid w:val="00E66990"/>
    <w:rsid w:val="00E66BA4"/>
    <w:rsid w:val="00E6783D"/>
    <w:rsid w:val="00E71FB7"/>
    <w:rsid w:val="00E75EEB"/>
    <w:rsid w:val="00E813CB"/>
    <w:rsid w:val="00E81D6B"/>
    <w:rsid w:val="00E83A75"/>
    <w:rsid w:val="00E85460"/>
    <w:rsid w:val="00E87527"/>
    <w:rsid w:val="00E90B61"/>
    <w:rsid w:val="00E91CF8"/>
    <w:rsid w:val="00E925B2"/>
    <w:rsid w:val="00E95FDA"/>
    <w:rsid w:val="00E9617C"/>
    <w:rsid w:val="00E9623B"/>
    <w:rsid w:val="00E976FB"/>
    <w:rsid w:val="00E97B41"/>
    <w:rsid w:val="00EA0072"/>
    <w:rsid w:val="00EA0165"/>
    <w:rsid w:val="00EA03A0"/>
    <w:rsid w:val="00EA088C"/>
    <w:rsid w:val="00EA6537"/>
    <w:rsid w:val="00EA6E29"/>
    <w:rsid w:val="00EB03C0"/>
    <w:rsid w:val="00EB04EE"/>
    <w:rsid w:val="00EB2AC9"/>
    <w:rsid w:val="00EB3068"/>
    <w:rsid w:val="00EB41F9"/>
    <w:rsid w:val="00EB619F"/>
    <w:rsid w:val="00EC6F88"/>
    <w:rsid w:val="00EC72CA"/>
    <w:rsid w:val="00EC7C66"/>
    <w:rsid w:val="00ED019A"/>
    <w:rsid w:val="00ED021E"/>
    <w:rsid w:val="00ED1AF5"/>
    <w:rsid w:val="00ED4610"/>
    <w:rsid w:val="00ED4BF2"/>
    <w:rsid w:val="00ED4DCA"/>
    <w:rsid w:val="00ED5D40"/>
    <w:rsid w:val="00ED5ECD"/>
    <w:rsid w:val="00ED6328"/>
    <w:rsid w:val="00ED6AB3"/>
    <w:rsid w:val="00ED6D38"/>
    <w:rsid w:val="00EE0F34"/>
    <w:rsid w:val="00EE0F4F"/>
    <w:rsid w:val="00EE1E9D"/>
    <w:rsid w:val="00EE2C11"/>
    <w:rsid w:val="00EE3248"/>
    <w:rsid w:val="00EE35AC"/>
    <w:rsid w:val="00EE384F"/>
    <w:rsid w:val="00EE3C6E"/>
    <w:rsid w:val="00EE5FAE"/>
    <w:rsid w:val="00EE6CF5"/>
    <w:rsid w:val="00EE748F"/>
    <w:rsid w:val="00EE7960"/>
    <w:rsid w:val="00EE7A40"/>
    <w:rsid w:val="00EE7DDE"/>
    <w:rsid w:val="00EF0819"/>
    <w:rsid w:val="00EF21BE"/>
    <w:rsid w:val="00EF220A"/>
    <w:rsid w:val="00EF37A9"/>
    <w:rsid w:val="00EF5C83"/>
    <w:rsid w:val="00F0217D"/>
    <w:rsid w:val="00F04315"/>
    <w:rsid w:val="00F0445C"/>
    <w:rsid w:val="00F057EF"/>
    <w:rsid w:val="00F07B48"/>
    <w:rsid w:val="00F11780"/>
    <w:rsid w:val="00F12660"/>
    <w:rsid w:val="00F129B3"/>
    <w:rsid w:val="00F12CE3"/>
    <w:rsid w:val="00F1627B"/>
    <w:rsid w:val="00F22D22"/>
    <w:rsid w:val="00F2435A"/>
    <w:rsid w:val="00F266FD"/>
    <w:rsid w:val="00F26A33"/>
    <w:rsid w:val="00F319C7"/>
    <w:rsid w:val="00F35113"/>
    <w:rsid w:val="00F3525F"/>
    <w:rsid w:val="00F4069D"/>
    <w:rsid w:val="00F4347F"/>
    <w:rsid w:val="00F4370C"/>
    <w:rsid w:val="00F441F0"/>
    <w:rsid w:val="00F44D8A"/>
    <w:rsid w:val="00F451FD"/>
    <w:rsid w:val="00F455A5"/>
    <w:rsid w:val="00F45F30"/>
    <w:rsid w:val="00F460AB"/>
    <w:rsid w:val="00F46D0C"/>
    <w:rsid w:val="00F50464"/>
    <w:rsid w:val="00F51E4C"/>
    <w:rsid w:val="00F52D4F"/>
    <w:rsid w:val="00F553BB"/>
    <w:rsid w:val="00F56BEA"/>
    <w:rsid w:val="00F60475"/>
    <w:rsid w:val="00F619BA"/>
    <w:rsid w:val="00F6237C"/>
    <w:rsid w:val="00F62553"/>
    <w:rsid w:val="00F633B3"/>
    <w:rsid w:val="00F642EB"/>
    <w:rsid w:val="00F6462B"/>
    <w:rsid w:val="00F64893"/>
    <w:rsid w:val="00F64EA3"/>
    <w:rsid w:val="00F658DB"/>
    <w:rsid w:val="00F700FF"/>
    <w:rsid w:val="00F70ECB"/>
    <w:rsid w:val="00F71048"/>
    <w:rsid w:val="00F7145C"/>
    <w:rsid w:val="00F71D29"/>
    <w:rsid w:val="00F73FB7"/>
    <w:rsid w:val="00F741B4"/>
    <w:rsid w:val="00F7578C"/>
    <w:rsid w:val="00F75CB7"/>
    <w:rsid w:val="00F76708"/>
    <w:rsid w:val="00F768C1"/>
    <w:rsid w:val="00F77293"/>
    <w:rsid w:val="00F778B9"/>
    <w:rsid w:val="00F77915"/>
    <w:rsid w:val="00F77E06"/>
    <w:rsid w:val="00F83114"/>
    <w:rsid w:val="00F83357"/>
    <w:rsid w:val="00F83B69"/>
    <w:rsid w:val="00F83D6D"/>
    <w:rsid w:val="00F83D8E"/>
    <w:rsid w:val="00F84004"/>
    <w:rsid w:val="00F840B8"/>
    <w:rsid w:val="00F85CDB"/>
    <w:rsid w:val="00F8707A"/>
    <w:rsid w:val="00F90769"/>
    <w:rsid w:val="00F932B8"/>
    <w:rsid w:val="00F939E3"/>
    <w:rsid w:val="00F93D45"/>
    <w:rsid w:val="00F94528"/>
    <w:rsid w:val="00F946B6"/>
    <w:rsid w:val="00F9483B"/>
    <w:rsid w:val="00F951FD"/>
    <w:rsid w:val="00F9641B"/>
    <w:rsid w:val="00F9687B"/>
    <w:rsid w:val="00FA0E76"/>
    <w:rsid w:val="00FA2971"/>
    <w:rsid w:val="00FA50F9"/>
    <w:rsid w:val="00FA7932"/>
    <w:rsid w:val="00FB1ADE"/>
    <w:rsid w:val="00FB28F9"/>
    <w:rsid w:val="00FB3C14"/>
    <w:rsid w:val="00FB473D"/>
    <w:rsid w:val="00FB51C5"/>
    <w:rsid w:val="00FB761C"/>
    <w:rsid w:val="00FB7B92"/>
    <w:rsid w:val="00FC0832"/>
    <w:rsid w:val="00FC1CCA"/>
    <w:rsid w:val="00FC1E67"/>
    <w:rsid w:val="00FC29DB"/>
    <w:rsid w:val="00FC2E54"/>
    <w:rsid w:val="00FC38BC"/>
    <w:rsid w:val="00FC4186"/>
    <w:rsid w:val="00FC4661"/>
    <w:rsid w:val="00FC7E9F"/>
    <w:rsid w:val="00FD19A2"/>
    <w:rsid w:val="00FD2DCA"/>
    <w:rsid w:val="00FD2FAA"/>
    <w:rsid w:val="00FD438E"/>
    <w:rsid w:val="00FD7B51"/>
    <w:rsid w:val="00FE1950"/>
    <w:rsid w:val="00FE23AA"/>
    <w:rsid w:val="00FE304F"/>
    <w:rsid w:val="00FE3EB6"/>
    <w:rsid w:val="00FE4A26"/>
    <w:rsid w:val="00FE4BA8"/>
    <w:rsid w:val="00FE6DEE"/>
    <w:rsid w:val="00FE724E"/>
    <w:rsid w:val="00FE7795"/>
    <w:rsid w:val="00FE7AB0"/>
    <w:rsid w:val="00FF07E5"/>
    <w:rsid w:val="00FF10AD"/>
    <w:rsid w:val="00FF15FC"/>
    <w:rsid w:val="00FF26CB"/>
    <w:rsid w:val="00FF3C7B"/>
    <w:rsid w:val="00FF3FCB"/>
    <w:rsid w:val="00FF406A"/>
    <w:rsid w:val="00FF47B8"/>
    <w:rsid w:val="00FF5FB7"/>
    <w:rsid w:val="00FF6535"/>
    <w:rsid w:val="00FF7332"/>
    <w:rsid w:val="00FF796A"/>
    <w:rsid w:val="0253EC6E"/>
    <w:rsid w:val="35A8C820"/>
    <w:rsid w:val="4EE9D8C0"/>
    <w:rsid w:val="5186483A"/>
    <w:rsid w:val="5208C121"/>
    <w:rsid w:val="5C722E20"/>
    <w:rsid w:val="61EA7EDB"/>
    <w:rsid w:val="6333D10D"/>
    <w:rsid w:val="6B5CE844"/>
    <w:rsid w:val="76FDF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B33CAD"/>
  <w15:docId w15:val="{FEF52270-B3F2-4D31-93BD-8C0565C00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D44B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5">
    <w:name w:val="heading 5"/>
    <w:basedOn w:val="Normale"/>
    <w:next w:val="Normale"/>
    <w:link w:val="Titolo5Carattere"/>
    <w:unhideWhenUsed/>
    <w:qFormat/>
    <w:rsid w:val="003E4FE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E7C37"/>
    <w:pPr>
      <w:ind w:left="720"/>
      <w:contextualSpacing/>
    </w:pPr>
    <w:rPr>
      <w:rFonts w:eastAsia="Calibri"/>
    </w:rPr>
  </w:style>
  <w:style w:type="table" w:customStyle="1" w:styleId="Grigliatabella1">
    <w:name w:val="Griglia tabella1"/>
    <w:basedOn w:val="Tabellanormale"/>
    <w:next w:val="Grigliatabella"/>
    <w:uiPriority w:val="59"/>
    <w:rsid w:val="00427C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24A4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oggetto">
    <w:name w:val="oggetto"/>
    <w:basedOn w:val="Normale"/>
    <w:rsid w:val="00162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grassetto">
    <w:name w:val="Strong"/>
    <w:qFormat/>
    <w:rsid w:val="00162A1B"/>
    <w:rPr>
      <w:b/>
      <w:bCs/>
    </w:rPr>
  </w:style>
  <w:style w:type="character" w:styleId="Enfasicorsivo">
    <w:name w:val="Emphasis"/>
    <w:qFormat/>
    <w:rsid w:val="00162A1B"/>
    <w:rPr>
      <w:i/>
      <w:iCs/>
    </w:rPr>
  </w:style>
  <w:style w:type="paragraph" w:styleId="Rientrocorpodeltesto3">
    <w:name w:val="Body Text Indent 3"/>
    <w:basedOn w:val="Normale"/>
    <w:link w:val="Rientrocorpodeltesto3Carattere"/>
    <w:rsid w:val="00BA556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BA5560"/>
    <w:rPr>
      <w:rFonts w:ascii="Calibri" w:hAnsi="Calibri"/>
      <w:sz w:val="16"/>
      <w:szCs w:val="16"/>
      <w:lang w:eastAsia="en-US"/>
    </w:rPr>
  </w:style>
  <w:style w:type="character" w:customStyle="1" w:styleId="PidipaginaCarattere">
    <w:name w:val="Piè di pagina Carattere"/>
    <w:link w:val="Pidipagina"/>
    <w:uiPriority w:val="99"/>
    <w:locked/>
    <w:rsid w:val="0063515F"/>
    <w:rPr>
      <w:rFonts w:ascii="Calibri" w:hAnsi="Calibri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0159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semiHidden/>
    <w:unhideWhenUsed/>
    <w:rsid w:val="00886DD2"/>
    <w:rPr>
      <w:color w:val="800080" w:themeColor="followedHyperlink"/>
      <w:u w:val="single"/>
    </w:rPr>
  </w:style>
  <w:style w:type="paragraph" w:customStyle="1" w:styleId="paragraph">
    <w:name w:val="paragraph"/>
    <w:basedOn w:val="Normale"/>
    <w:rsid w:val="00E413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E413E8"/>
  </w:style>
  <w:style w:type="character" w:customStyle="1" w:styleId="contextualspellingandgrammarerror">
    <w:name w:val="contextualspellingandgrammarerror"/>
    <w:basedOn w:val="Carpredefinitoparagrafo"/>
    <w:rsid w:val="00E413E8"/>
  </w:style>
  <w:style w:type="character" w:customStyle="1" w:styleId="eop">
    <w:name w:val="eop"/>
    <w:basedOn w:val="Carpredefinitoparagrafo"/>
    <w:rsid w:val="00E413E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862F69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9515E4"/>
    <w:rPr>
      <w:color w:val="605E5C"/>
      <w:shd w:val="clear" w:color="auto" w:fill="E1DFDD"/>
    </w:rPr>
  </w:style>
  <w:style w:type="character" w:customStyle="1" w:styleId="Titolo5Carattere">
    <w:name w:val="Titolo 5 Carattere"/>
    <w:basedOn w:val="Carpredefinitoparagrafo"/>
    <w:link w:val="Titolo5"/>
    <w:rsid w:val="003E4FE8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fwb">
    <w:name w:val="fwb"/>
    <w:basedOn w:val="Carpredefinitoparagrafo"/>
    <w:rsid w:val="003E4FE8"/>
  </w:style>
  <w:style w:type="character" w:customStyle="1" w:styleId="apple-converted-space">
    <w:name w:val="apple-converted-space"/>
    <w:basedOn w:val="Carpredefinitoparagrafo"/>
    <w:rsid w:val="00D83D5C"/>
  </w:style>
  <w:style w:type="character" w:styleId="Menzionenonrisolta">
    <w:name w:val="Unresolved Mention"/>
    <w:basedOn w:val="Carpredefinitoparagrafo"/>
    <w:uiPriority w:val="99"/>
    <w:semiHidden/>
    <w:unhideWhenUsed/>
    <w:rsid w:val="00475E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6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85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08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6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3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28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27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17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04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0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9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73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26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9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5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9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42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8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82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7357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7821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1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9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0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69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0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9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24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9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6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6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0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27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4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93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3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3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53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0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69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8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76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4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4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8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7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7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5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1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95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8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3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2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41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97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5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5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0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forms.office.com/r/14pX96Qu43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edfisicamarche.mc@istruzione.it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irezione-marche@istruzione.i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CARLO\Dati%20applicazioni\Microsoft\Modelli\CARTA%20INTESTATA_16012015_seg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5C648007C956940803B43AFD2F0A4C5" ma:contentTypeVersion="6" ma:contentTypeDescription="Creare un nuovo documento." ma:contentTypeScope="" ma:versionID="3f139af5b133509b97f44c746674e35a">
  <xsd:schema xmlns:xsd="http://www.w3.org/2001/XMLSchema" xmlns:xs="http://www.w3.org/2001/XMLSchema" xmlns:p="http://schemas.microsoft.com/office/2006/metadata/properties" xmlns:ns2="2e870956-cc48-4942-b387-4afb18aec7f5" xmlns:ns3="fc1d4d4b-ab4c-4aa5-bc90-83d5fc3f3a59" targetNamespace="http://schemas.microsoft.com/office/2006/metadata/properties" ma:root="true" ma:fieldsID="122ba0be123d9ddd9c73b4acd0787167" ns2:_="" ns3:_="">
    <xsd:import namespace="2e870956-cc48-4942-b387-4afb18aec7f5"/>
    <xsd:import namespace="fc1d4d4b-ab4c-4aa5-bc90-83d5fc3f3a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70956-cc48-4942-b387-4afb18aec7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d4d4b-ab4c-4aa5-bc90-83d5fc3f3a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410433-C4DF-4293-88F9-D46722D80E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C0B0E7-47C4-45C3-AE89-62BAC0F491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DDA2DB-2294-406B-A44C-FD4BF5951E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AECAD3D-39F8-45FD-8858-2D73B6D89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870956-cc48-4942-b387-4afb18aec7f5"/>
    <ds:schemaRef ds:uri="fc1d4d4b-ab4c-4aa5-bc90-83d5fc3f3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Settings\GIANCARLO\Dati applicazioni\Microsoft\Modelli\CARTA INTESTATA_16012015_segr.dot</Template>
  <TotalTime>0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1365</CharactersWithSpaces>
  <SharedDoc>false</SharedDoc>
  <HLinks>
    <vt:vector size="132" baseType="variant">
      <vt:variant>
        <vt:i4>6946919</vt:i4>
      </vt:variant>
      <vt:variant>
        <vt:i4>51</vt:i4>
      </vt:variant>
      <vt:variant>
        <vt:i4>0</vt:i4>
      </vt:variant>
      <vt:variant>
        <vt:i4>5</vt:i4>
      </vt:variant>
      <vt:variant>
        <vt:lpwstr>https://forms.gle/ue9kmnYavvfvEfoS7</vt:lpwstr>
      </vt:variant>
      <vt:variant>
        <vt:lpwstr/>
      </vt:variant>
      <vt:variant>
        <vt:i4>5308482</vt:i4>
      </vt:variant>
      <vt:variant>
        <vt:i4>48</vt:i4>
      </vt:variant>
      <vt:variant>
        <vt:i4>0</vt:i4>
      </vt:variant>
      <vt:variant>
        <vt:i4>5</vt:i4>
      </vt:variant>
      <vt:variant>
        <vt:lpwstr>https://giovanile.federciclismo.it/it/section/sicuri-in-bicicletta/b711cde0-9873-4142-a51b-28703ede650d/</vt:lpwstr>
      </vt:variant>
      <vt:variant>
        <vt:lpwstr/>
      </vt:variant>
      <vt:variant>
        <vt:i4>589845</vt:i4>
      </vt:variant>
      <vt:variant>
        <vt:i4>45</vt:i4>
      </vt:variant>
      <vt:variant>
        <vt:i4>0</vt:i4>
      </vt:variant>
      <vt:variant>
        <vt:i4>5</vt:i4>
      </vt:variant>
      <vt:variant>
        <vt:lpwstr>https://www.educazionedigitale.it/edustrada/offerta-formativa</vt:lpwstr>
      </vt:variant>
      <vt:variant>
        <vt:lpwstr/>
      </vt:variant>
      <vt:variant>
        <vt:i4>2555996</vt:i4>
      </vt:variant>
      <vt:variant>
        <vt:i4>42</vt:i4>
      </vt:variant>
      <vt:variant>
        <vt:i4>0</vt:i4>
      </vt:variant>
      <vt:variant>
        <vt:i4>5</vt:i4>
      </vt:variant>
      <vt:variant>
        <vt:lpwstr>mailto:luciano.belardinelli@istruzione.it</vt:lpwstr>
      </vt:variant>
      <vt:variant>
        <vt:lpwstr/>
      </vt:variant>
      <vt:variant>
        <vt:i4>5505121</vt:i4>
      </vt:variant>
      <vt:variant>
        <vt:i4>39</vt:i4>
      </vt:variant>
      <vt:variant>
        <vt:i4>0</vt:i4>
      </vt:variant>
      <vt:variant>
        <vt:i4>5</vt:i4>
      </vt:variant>
      <vt:variant>
        <vt:lpwstr>mailto:rita.scocchera1@istruzione.it</vt:lpwstr>
      </vt:variant>
      <vt:variant>
        <vt:lpwstr/>
      </vt:variant>
      <vt:variant>
        <vt:i4>6815744</vt:i4>
      </vt:variant>
      <vt:variant>
        <vt:i4>36</vt:i4>
      </vt:variant>
      <vt:variant>
        <vt:i4>0</vt:i4>
      </vt:variant>
      <vt:variant>
        <vt:i4>5</vt:i4>
      </vt:variant>
      <vt:variant>
        <vt:lpwstr>mailto:edfisicamarche.pu@istruzione.it</vt:lpwstr>
      </vt:variant>
      <vt:variant>
        <vt:lpwstr/>
      </vt:variant>
      <vt:variant>
        <vt:i4>8257565</vt:i4>
      </vt:variant>
      <vt:variant>
        <vt:i4>33</vt:i4>
      </vt:variant>
      <vt:variant>
        <vt:i4>0</vt:i4>
      </vt:variant>
      <vt:variant>
        <vt:i4>5</vt:i4>
      </vt:variant>
      <vt:variant>
        <vt:lpwstr>mailto:edfisicamarche.mc@istruzione.it</vt:lpwstr>
      </vt:variant>
      <vt:variant>
        <vt:lpwstr/>
      </vt:variant>
      <vt:variant>
        <vt:i4>7143441</vt:i4>
      </vt:variant>
      <vt:variant>
        <vt:i4>30</vt:i4>
      </vt:variant>
      <vt:variant>
        <vt:i4>0</vt:i4>
      </vt:variant>
      <vt:variant>
        <vt:i4>5</vt:i4>
      </vt:variant>
      <vt:variant>
        <vt:lpwstr>mailto:edfisicamarche.ap@istruzione.it</vt:lpwstr>
      </vt:variant>
      <vt:variant>
        <vt:lpwstr/>
      </vt:variant>
      <vt:variant>
        <vt:i4>7536657</vt:i4>
      </vt:variant>
      <vt:variant>
        <vt:i4>27</vt:i4>
      </vt:variant>
      <vt:variant>
        <vt:i4>0</vt:i4>
      </vt:variant>
      <vt:variant>
        <vt:i4>5</vt:i4>
      </vt:variant>
      <vt:variant>
        <vt:lpwstr>mailto:edfisicamarche.an@istruzione.it</vt:lpwstr>
      </vt:variant>
      <vt:variant>
        <vt:lpwstr/>
      </vt:variant>
      <vt:variant>
        <vt:i4>2097163</vt:i4>
      </vt:variant>
      <vt:variant>
        <vt:i4>24</vt:i4>
      </vt:variant>
      <vt:variant>
        <vt:i4>0</vt:i4>
      </vt:variant>
      <vt:variant>
        <vt:i4>5</vt:i4>
      </vt:variant>
      <vt:variant>
        <vt:lpwstr>mailto:matteocantarini76@gmail.com</vt:lpwstr>
      </vt:variant>
      <vt:variant>
        <vt:lpwstr/>
      </vt:variant>
      <vt:variant>
        <vt:i4>7864413</vt:i4>
      </vt:variant>
      <vt:variant>
        <vt:i4>21</vt:i4>
      </vt:variant>
      <vt:variant>
        <vt:i4>0</vt:i4>
      </vt:variant>
      <vt:variant>
        <vt:i4>5</vt:i4>
      </vt:variant>
      <vt:variant>
        <vt:lpwstr>mailto:caneyuko@gmail.com</vt:lpwstr>
      </vt:variant>
      <vt:variant>
        <vt:lpwstr/>
      </vt:variant>
      <vt:variant>
        <vt:i4>4915234</vt:i4>
      </vt:variant>
      <vt:variant>
        <vt:i4>18</vt:i4>
      </vt:variant>
      <vt:variant>
        <vt:i4>0</vt:i4>
      </vt:variant>
      <vt:variant>
        <vt:i4>5</vt:i4>
      </vt:variant>
      <vt:variant>
        <vt:lpwstr>mailto:massimovalle.mv@gmail.com</vt:lpwstr>
      </vt:variant>
      <vt:variant>
        <vt:lpwstr/>
      </vt:variant>
      <vt:variant>
        <vt:i4>4915313</vt:i4>
      </vt:variant>
      <vt:variant>
        <vt:i4>15</vt:i4>
      </vt:variant>
      <vt:variant>
        <vt:i4>0</vt:i4>
      </vt:variant>
      <vt:variant>
        <vt:i4>5</vt:i4>
      </vt:variant>
      <vt:variant>
        <vt:lpwstr>http://pesaroeurbino@federciclismo.it</vt:lpwstr>
      </vt:variant>
      <vt:variant>
        <vt:lpwstr/>
      </vt:variant>
      <vt:variant>
        <vt:i4>7602254</vt:i4>
      </vt:variant>
      <vt:variant>
        <vt:i4>12</vt:i4>
      </vt:variant>
      <vt:variant>
        <vt:i4>0</vt:i4>
      </vt:variant>
      <vt:variant>
        <vt:i4>5</vt:i4>
      </vt:variant>
      <vt:variant>
        <vt:lpwstr>mailto:macerata@federciclismo.it</vt:lpwstr>
      </vt:variant>
      <vt:variant>
        <vt:lpwstr/>
      </vt:variant>
      <vt:variant>
        <vt:i4>7274588</vt:i4>
      </vt:variant>
      <vt:variant>
        <vt:i4>9</vt:i4>
      </vt:variant>
      <vt:variant>
        <vt:i4>0</vt:i4>
      </vt:variant>
      <vt:variant>
        <vt:i4>5</vt:i4>
      </vt:variant>
      <vt:variant>
        <vt:lpwstr>mailto:ascolipiceno@federciclismo.it</vt:lpwstr>
      </vt:variant>
      <vt:variant>
        <vt:lpwstr/>
      </vt:variant>
      <vt:variant>
        <vt:i4>1048618</vt:i4>
      </vt:variant>
      <vt:variant>
        <vt:i4>6</vt:i4>
      </vt:variant>
      <vt:variant>
        <vt:i4>0</vt:i4>
      </vt:variant>
      <vt:variant>
        <vt:i4>5</vt:i4>
      </vt:variant>
      <vt:variant>
        <vt:lpwstr>mailto:ancona@federciclismo.it</vt:lpwstr>
      </vt:variant>
      <vt:variant>
        <vt:lpwstr/>
      </vt:variant>
      <vt:variant>
        <vt:i4>6815755</vt:i4>
      </vt:variant>
      <vt:variant>
        <vt:i4>3</vt:i4>
      </vt:variant>
      <vt:variant>
        <vt:i4>0</vt:i4>
      </vt:variant>
      <vt:variant>
        <vt:i4>5</vt:i4>
      </vt:variant>
      <vt:variant>
        <vt:lpwstr>mailto:l.secchi@federciclismo.it</vt:lpwstr>
      </vt:variant>
      <vt:variant>
        <vt:lpwstr/>
      </vt:variant>
      <vt:variant>
        <vt:i4>720941</vt:i4>
      </vt:variant>
      <vt:variant>
        <vt:i4>0</vt:i4>
      </vt:variant>
      <vt:variant>
        <vt:i4>0</vt:i4>
      </vt:variant>
      <vt:variant>
        <vt:i4>5</vt:i4>
      </vt:variant>
      <vt:variant>
        <vt:lpwstr>mailto:marche@federciclismo.it</vt:lpwstr>
      </vt:variant>
      <vt:variant>
        <vt:lpwstr/>
      </vt:variant>
      <vt:variant>
        <vt:i4>4521986</vt:i4>
      </vt:variant>
      <vt:variant>
        <vt:i4>9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6619195</vt:i4>
      </vt:variant>
      <vt:variant>
        <vt:i4>6</vt:i4>
      </vt:variant>
      <vt:variant>
        <vt:i4>0</vt:i4>
      </vt:variant>
      <vt:variant>
        <vt:i4>5</vt:i4>
      </vt:variant>
      <vt:variant>
        <vt:lpwstr>D:\Users\mim2671\AppData\Local\direzione-marche@istruzione.it</vt:lpwstr>
      </vt:variant>
      <vt:variant>
        <vt:lpwstr/>
      </vt:variant>
      <vt:variant>
        <vt:i4>5832730</vt:i4>
      </vt:variant>
      <vt:variant>
        <vt:i4>3</vt:i4>
      </vt:variant>
      <vt:variant>
        <vt:i4>0</vt:i4>
      </vt:variant>
      <vt:variant>
        <vt:i4>5</vt:i4>
      </vt:variant>
      <vt:variant>
        <vt:lpwstr>D:\Users\mim2671\AppData\Local\drma@postacert.istruzione.it</vt:lpwstr>
      </vt:variant>
      <vt:variant>
        <vt:lpwstr/>
      </vt:variant>
      <vt:variant>
        <vt:i4>6094967</vt:i4>
      </vt:variant>
      <vt:variant>
        <vt:i4>0</vt:i4>
      </vt:variant>
      <vt:variant>
        <vt:i4>0</vt:i4>
      </vt:variant>
      <vt:variant>
        <vt:i4>5</vt:i4>
      </vt:variant>
      <vt:variant>
        <vt:lpwstr>mailto:edifisicamarche@istruzione.it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Margherita Rigillo</dc:creator>
  <cp:keywords/>
  <cp:lastModifiedBy>Nelly Zafirova</cp:lastModifiedBy>
  <cp:revision>2</cp:revision>
  <cp:lastPrinted>2021-05-24T07:29:00Z</cp:lastPrinted>
  <dcterms:created xsi:type="dcterms:W3CDTF">2022-03-22T04:45:00Z</dcterms:created>
  <dcterms:modified xsi:type="dcterms:W3CDTF">2022-03-22T04:45:00Z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0x010100A5C648007C956940803B43AFD2F0A4C5</vt:lpwstr>
  </property>
</Properties>
</file>